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204" w:rsidRPr="00BE3C78" w:rsidRDefault="00A63204" w:rsidP="00A63204">
      <w:pPr>
        <w:tabs>
          <w:tab w:val="left" w:pos="851"/>
          <w:tab w:val="num" w:pos="1287"/>
        </w:tabs>
        <w:spacing w:before="120"/>
        <w:rPr>
          <w:rFonts w:ascii="Times New Roman" w:hAnsi="Times New Roman"/>
          <w:sz w:val="24"/>
          <w:szCs w:val="24"/>
        </w:rPr>
      </w:pPr>
      <w:r w:rsidRPr="00BE3C78">
        <w:rPr>
          <w:rFonts w:ascii="Times New Roman" w:hAnsi="Times New Roman"/>
          <w:sz w:val="24"/>
          <w:szCs w:val="24"/>
        </w:rPr>
        <w:t xml:space="preserve">  «СОГЛАСОВАНО»</w:t>
      </w:r>
      <w:r w:rsidRPr="00BE3C78">
        <w:rPr>
          <w:rFonts w:ascii="Times New Roman" w:hAnsi="Times New Roman"/>
          <w:sz w:val="24"/>
          <w:szCs w:val="24"/>
        </w:rPr>
        <w:tab/>
      </w:r>
      <w:r w:rsidRPr="00BE3C78">
        <w:rPr>
          <w:rFonts w:ascii="Times New Roman" w:hAnsi="Times New Roman"/>
          <w:sz w:val="24"/>
          <w:szCs w:val="24"/>
        </w:rPr>
        <w:tab/>
      </w:r>
      <w:r w:rsidRPr="00BE3C78">
        <w:rPr>
          <w:rFonts w:ascii="Times New Roman" w:hAnsi="Times New Roman"/>
          <w:sz w:val="24"/>
          <w:szCs w:val="24"/>
        </w:rPr>
        <w:tab/>
      </w:r>
      <w:r w:rsidRPr="00BE3C78">
        <w:rPr>
          <w:rFonts w:ascii="Times New Roman" w:hAnsi="Times New Roman"/>
          <w:sz w:val="24"/>
          <w:szCs w:val="24"/>
        </w:rPr>
        <w:tab/>
      </w:r>
    </w:p>
    <w:p w:rsidR="00A63204" w:rsidRPr="00BE3C78" w:rsidRDefault="001C0865" w:rsidP="00A63204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Технический директор </w:t>
      </w:r>
      <w:r w:rsidR="00A63204" w:rsidRPr="00BE3C78">
        <w:rPr>
          <w:rFonts w:ascii="Times New Roman" w:hAnsi="Times New Roman"/>
          <w:sz w:val="24"/>
          <w:szCs w:val="24"/>
        </w:rPr>
        <w:t>АО «</w:t>
      </w:r>
      <w:r w:rsidR="00B00C65" w:rsidRPr="00B00C65">
        <w:rPr>
          <w:rFonts w:ascii="Times New Roman" w:hAnsi="Times New Roman"/>
          <w:sz w:val="24"/>
          <w:szCs w:val="24"/>
        </w:rPr>
        <w:t>ОРЭС - Петрозаводск</w:t>
      </w:r>
      <w:r w:rsidR="00A63204" w:rsidRPr="00BE3C78">
        <w:rPr>
          <w:rFonts w:ascii="Times New Roman" w:hAnsi="Times New Roman"/>
          <w:sz w:val="24"/>
          <w:szCs w:val="24"/>
        </w:rPr>
        <w:t xml:space="preserve">» </w:t>
      </w:r>
      <w:r w:rsidR="00A63204" w:rsidRPr="00BE3C78">
        <w:rPr>
          <w:rFonts w:ascii="Times New Roman" w:hAnsi="Times New Roman"/>
          <w:sz w:val="24"/>
          <w:szCs w:val="24"/>
        </w:rPr>
        <w:tab/>
        <w:t xml:space="preserve">               </w:t>
      </w:r>
    </w:p>
    <w:p w:rsidR="00A63204" w:rsidRPr="00BE3C78" w:rsidRDefault="00A63204" w:rsidP="00A63204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E3C78">
        <w:rPr>
          <w:rFonts w:ascii="Times New Roman" w:hAnsi="Times New Roman"/>
          <w:sz w:val="24"/>
          <w:szCs w:val="24"/>
        </w:rPr>
        <w:t xml:space="preserve">    </w:t>
      </w:r>
    </w:p>
    <w:p w:rsidR="00A63204" w:rsidRPr="00BE3C78" w:rsidRDefault="00A63204" w:rsidP="00A63204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E3C78">
        <w:rPr>
          <w:rFonts w:ascii="Times New Roman" w:hAnsi="Times New Roman"/>
          <w:sz w:val="24"/>
          <w:szCs w:val="24"/>
        </w:rPr>
        <w:t xml:space="preserve">_________________Д. И. </w:t>
      </w:r>
      <w:proofErr w:type="spellStart"/>
      <w:r w:rsidRPr="00BE3C78">
        <w:rPr>
          <w:rFonts w:ascii="Times New Roman" w:hAnsi="Times New Roman"/>
          <w:sz w:val="24"/>
          <w:szCs w:val="24"/>
        </w:rPr>
        <w:t>Несмачный</w:t>
      </w:r>
      <w:proofErr w:type="spellEnd"/>
      <w:r w:rsidRPr="00BE3C78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A63204" w:rsidRPr="00BE3C78" w:rsidRDefault="00A63204" w:rsidP="00A63204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E3C78">
        <w:rPr>
          <w:rFonts w:ascii="Times New Roman" w:hAnsi="Times New Roman"/>
          <w:sz w:val="24"/>
          <w:szCs w:val="24"/>
        </w:rPr>
        <w:t>« __»________________201</w:t>
      </w:r>
      <w:r w:rsidR="003F5601">
        <w:rPr>
          <w:rFonts w:ascii="Times New Roman" w:hAnsi="Times New Roman"/>
          <w:sz w:val="24"/>
          <w:szCs w:val="24"/>
        </w:rPr>
        <w:t>7</w:t>
      </w:r>
    </w:p>
    <w:p w:rsidR="00EC48AF" w:rsidRDefault="00EC48AF" w:rsidP="00434DA2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</w:p>
    <w:p w:rsidR="00623E18" w:rsidRDefault="00434DA2" w:rsidP="00623E18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/>
        </w:rPr>
      </w:pPr>
      <w:r w:rsidRPr="00310E7F">
        <w:rPr>
          <w:rFonts w:ascii="Times New Roman" w:hAnsi="Times New Roman"/>
          <w:b/>
          <w:bCs/>
          <w:iCs/>
          <w:sz w:val="24"/>
          <w:szCs w:val="24"/>
        </w:rPr>
        <w:t>Тех</w:t>
      </w:r>
      <w:r w:rsidR="000B5B6F" w:rsidRPr="00310E7F">
        <w:rPr>
          <w:rFonts w:ascii="Times New Roman" w:hAnsi="Times New Roman"/>
          <w:b/>
          <w:bCs/>
          <w:iCs/>
          <w:sz w:val="24"/>
          <w:szCs w:val="24"/>
        </w:rPr>
        <w:t xml:space="preserve">ническое задание </w:t>
      </w:r>
      <w:r w:rsidR="00623E18">
        <w:rPr>
          <w:rFonts w:ascii="Arial" w:hAnsi="Arial" w:cs="Arial"/>
          <w:b/>
        </w:rPr>
        <w:t>ОРЭС-Петрозаводск_2018-Э–П-6</w:t>
      </w:r>
    </w:p>
    <w:p w:rsidR="00686B0B" w:rsidRPr="007D2A8B" w:rsidRDefault="00686B0B" w:rsidP="00686B0B">
      <w:pPr>
        <w:tabs>
          <w:tab w:val="left" w:pos="851"/>
          <w:tab w:val="num" w:pos="1287"/>
        </w:tabs>
        <w:spacing w:before="120"/>
        <w:jc w:val="center"/>
        <w:rPr>
          <w:rFonts w:ascii="Times New Roman" w:hAnsi="Times New Roman"/>
          <w:sz w:val="24"/>
          <w:szCs w:val="24"/>
        </w:rPr>
      </w:pPr>
      <w:r w:rsidRPr="00686B0B">
        <w:rPr>
          <w:rFonts w:ascii="Times New Roman" w:hAnsi="Times New Roman"/>
          <w:sz w:val="24"/>
          <w:szCs w:val="24"/>
        </w:rPr>
        <w:t xml:space="preserve">Капитальный ремонт строительной части </w:t>
      </w:r>
      <w:r w:rsidR="00205319">
        <w:rPr>
          <w:rFonts w:ascii="Times New Roman" w:hAnsi="Times New Roman"/>
          <w:sz w:val="24"/>
          <w:szCs w:val="24"/>
        </w:rPr>
        <w:t>Т</w:t>
      </w:r>
      <w:r w:rsidRPr="00686B0B">
        <w:rPr>
          <w:rFonts w:ascii="Times New Roman" w:hAnsi="Times New Roman"/>
          <w:sz w:val="24"/>
          <w:szCs w:val="24"/>
        </w:rPr>
        <w:t>П-</w:t>
      </w:r>
      <w:r w:rsidR="00205319">
        <w:rPr>
          <w:rFonts w:ascii="Times New Roman" w:hAnsi="Times New Roman"/>
          <w:sz w:val="24"/>
          <w:szCs w:val="24"/>
        </w:rPr>
        <w:t>36</w:t>
      </w:r>
    </w:p>
    <w:p w:rsidR="00686B0B" w:rsidRPr="0037530E" w:rsidRDefault="00686B0B" w:rsidP="00686B0B">
      <w:pPr>
        <w:tabs>
          <w:tab w:val="left" w:pos="851"/>
          <w:tab w:val="num" w:pos="1287"/>
        </w:tabs>
        <w:spacing w:before="120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52"/>
        <w:gridCol w:w="5812"/>
      </w:tblGrid>
      <w:tr w:rsidR="00680783" w:rsidRPr="00C36375" w:rsidTr="009A5A25">
        <w:trPr>
          <w:trHeight w:val="223"/>
        </w:trPr>
        <w:tc>
          <w:tcPr>
            <w:tcW w:w="4252" w:type="dxa"/>
            <w:shd w:val="clear" w:color="auto" w:fill="auto"/>
          </w:tcPr>
          <w:p w:rsidR="00680783" w:rsidRPr="00310E7F" w:rsidRDefault="00576950" w:rsidP="00247E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Перечень основных данных и требов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5812" w:type="dxa"/>
            <w:shd w:val="clear" w:color="auto" w:fill="auto"/>
          </w:tcPr>
          <w:p w:rsidR="00680783" w:rsidRPr="00310E7F" w:rsidRDefault="00576950" w:rsidP="00247E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Содержание основных данных и требований</w:t>
            </w:r>
          </w:p>
          <w:p w:rsidR="00680783" w:rsidRPr="00310E7F" w:rsidRDefault="00680783" w:rsidP="00247E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783" w:rsidRPr="00C36375" w:rsidTr="009A5A25">
        <w:tc>
          <w:tcPr>
            <w:tcW w:w="4252" w:type="dxa"/>
            <w:vAlign w:val="center"/>
          </w:tcPr>
          <w:p w:rsidR="00680783" w:rsidRPr="00310E7F" w:rsidRDefault="00576950" w:rsidP="00935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:rsidR="00680783" w:rsidRPr="00310E7F" w:rsidRDefault="00576950" w:rsidP="00935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80783" w:rsidRPr="00C716CD" w:rsidTr="009A5A25">
        <w:tc>
          <w:tcPr>
            <w:tcW w:w="4252" w:type="dxa"/>
          </w:tcPr>
          <w:p w:rsidR="00680783" w:rsidRPr="006042FB" w:rsidRDefault="00576950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6042FB">
              <w:rPr>
                <w:rFonts w:ascii="Times New Roman" w:hAnsi="Times New Roman"/>
                <w:sz w:val="24"/>
                <w:szCs w:val="24"/>
              </w:rPr>
              <w:t>1. Заказчик</w:t>
            </w:r>
            <w:r w:rsidR="002F7111" w:rsidRPr="006042FB">
              <w:rPr>
                <w:rFonts w:ascii="Times New Roman" w:hAnsi="Times New Roman"/>
                <w:sz w:val="24"/>
                <w:szCs w:val="24"/>
              </w:rPr>
              <w:t xml:space="preserve"> (наименование, адрес, пл</w:t>
            </w:r>
            <w:r w:rsidR="002F7111" w:rsidRPr="006042FB">
              <w:rPr>
                <w:rFonts w:ascii="Times New Roman" w:hAnsi="Times New Roman"/>
                <w:sz w:val="24"/>
                <w:szCs w:val="24"/>
              </w:rPr>
              <w:t>а</w:t>
            </w:r>
            <w:r w:rsidR="002F7111" w:rsidRPr="006042FB">
              <w:rPr>
                <w:rFonts w:ascii="Times New Roman" w:hAnsi="Times New Roman"/>
                <w:sz w:val="24"/>
                <w:szCs w:val="24"/>
              </w:rPr>
              <w:t>тежные и контактные реквизиты)</w:t>
            </w:r>
          </w:p>
        </w:tc>
        <w:tc>
          <w:tcPr>
            <w:tcW w:w="5812" w:type="dxa"/>
          </w:tcPr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r w:rsidR="00B00C65" w:rsidRPr="00B00C65">
              <w:rPr>
                <w:rFonts w:ascii="Times New Roman" w:hAnsi="Times New Roman"/>
                <w:sz w:val="24"/>
                <w:szCs w:val="24"/>
              </w:rPr>
              <w:t>Объединенные регионал</w:t>
            </w:r>
            <w:r w:rsidR="00B00C65" w:rsidRPr="00B00C65">
              <w:rPr>
                <w:rFonts w:ascii="Times New Roman" w:hAnsi="Times New Roman"/>
                <w:sz w:val="24"/>
                <w:szCs w:val="24"/>
              </w:rPr>
              <w:t>ь</w:t>
            </w:r>
            <w:r w:rsidR="00B00C65">
              <w:rPr>
                <w:rFonts w:ascii="Times New Roman" w:hAnsi="Times New Roman"/>
                <w:sz w:val="24"/>
                <w:szCs w:val="24"/>
              </w:rPr>
              <w:t xml:space="preserve">ные </w:t>
            </w:r>
            <w:r w:rsidR="00B00C65" w:rsidRPr="00B00C65">
              <w:rPr>
                <w:rFonts w:ascii="Times New Roman" w:hAnsi="Times New Roman"/>
                <w:sz w:val="24"/>
                <w:szCs w:val="24"/>
              </w:rPr>
              <w:t>электрические сети Петрозаводска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 xml:space="preserve">   ( АО «</w:t>
            </w:r>
            <w:r w:rsidR="00B00C65" w:rsidRPr="00B00C65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»)  юридический адрес: 185035 РК, г</w:t>
            </w:r>
            <w:proofErr w:type="gramStart"/>
            <w:r w:rsidRPr="00BE3C7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E3C78">
              <w:rPr>
                <w:rFonts w:ascii="Times New Roman" w:hAnsi="Times New Roman"/>
                <w:sz w:val="24"/>
                <w:szCs w:val="24"/>
              </w:rPr>
              <w:t>етрозаводск, Кирова 47Б  Почтовый адрес: 185035 РК, г.Петрозаводск, ул. Кирова 47 б  ИНН: 1001012709  КПП: 100101001</w:t>
            </w:r>
          </w:p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 xml:space="preserve">Расчетный счет </w:t>
            </w:r>
          </w:p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 xml:space="preserve">№ 0702810425000103605   в ОТДЕЛЕНИЕ N8628 СБЕРБАНКА РОССИИ </w:t>
            </w:r>
            <w:proofErr w:type="gramStart"/>
            <w:r w:rsidRPr="00BE3C7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BE3C78">
              <w:rPr>
                <w:rFonts w:ascii="Times New Roman" w:hAnsi="Times New Roman"/>
                <w:sz w:val="24"/>
                <w:szCs w:val="24"/>
              </w:rPr>
              <w:t>.   Петрозаводск</w:t>
            </w:r>
          </w:p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3C78">
              <w:rPr>
                <w:rFonts w:ascii="Times New Roman" w:hAnsi="Times New Roman"/>
                <w:sz w:val="24"/>
                <w:szCs w:val="24"/>
              </w:rPr>
              <w:t>кор</w:t>
            </w:r>
            <w:proofErr w:type="gramStart"/>
            <w:r w:rsidRPr="00BE3C78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BE3C78">
              <w:rPr>
                <w:rFonts w:ascii="Times New Roman" w:hAnsi="Times New Roman"/>
                <w:sz w:val="24"/>
                <w:szCs w:val="24"/>
              </w:rPr>
              <w:t>чет</w:t>
            </w:r>
            <w:proofErr w:type="spellEnd"/>
            <w:r w:rsidRPr="00BE3C78">
              <w:rPr>
                <w:rFonts w:ascii="Times New Roman" w:hAnsi="Times New Roman"/>
                <w:sz w:val="24"/>
                <w:szCs w:val="24"/>
              </w:rPr>
              <w:t xml:space="preserve"> № 30101810600000000673 БИК: 048602673</w:t>
            </w:r>
          </w:p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ОГРН  1031000052335  .</w:t>
            </w:r>
          </w:p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Тел/факс (8142) 78-44-49/</w:t>
            </w:r>
          </w:p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70-33-41</w:t>
            </w:r>
          </w:p>
          <w:p w:rsidR="00FD22EE" w:rsidRPr="006A6F57" w:rsidRDefault="00A63204" w:rsidP="00A63204">
            <w:pPr>
              <w:shd w:val="clear" w:color="auto" w:fill="FFFFFF"/>
              <w:ind w:left="36"/>
              <w:rPr>
                <w:rFonts w:ascii="Arial" w:hAnsi="Arial" w:cs="Arial"/>
                <w:b/>
                <w:bCs/>
                <w:spacing w:val="-2"/>
                <w:u w:val="single"/>
              </w:rPr>
            </w:pPr>
            <w:r w:rsidRPr="00ED0B51">
              <w:rPr>
                <w:rFonts w:ascii="Times New Roman" w:hAnsi="Times New Roman"/>
                <w:b/>
                <w:sz w:val="24"/>
                <w:szCs w:val="24"/>
              </w:rPr>
              <w:t>Грузополучатель: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 xml:space="preserve">  АО «</w:t>
            </w:r>
            <w:r w:rsidR="00B00C65" w:rsidRPr="00B00C65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2. Основание для </w:t>
            </w:r>
            <w:r w:rsidR="00680783" w:rsidRPr="00310E7F">
              <w:rPr>
                <w:rFonts w:ascii="Times New Roman" w:hAnsi="Times New Roman"/>
                <w:sz w:val="24"/>
                <w:szCs w:val="24"/>
              </w:rPr>
              <w:t>проведения работ</w:t>
            </w:r>
          </w:p>
        </w:tc>
        <w:tc>
          <w:tcPr>
            <w:tcW w:w="5812" w:type="dxa"/>
          </w:tcPr>
          <w:p w:rsidR="00680783" w:rsidRPr="00310E7F" w:rsidRDefault="000624B2" w:rsidP="007A5A48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Производственная программа</w:t>
            </w:r>
            <w:r w:rsidR="00966E6B" w:rsidRPr="00310E7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7A5A48">
              <w:rPr>
                <w:rFonts w:ascii="Times New Roman" w:hAnsi="Times New Roman"/>
                <w:sz w:val="24"/>
                <w:szCs w:val="24"/>
              </w:rPr>
              <w:t>8</w:t>
            </w:r>
            <w:r w:rsidR="004E60ED" w:rsidRPr="00310E7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680783" w:rsidRPr="00310E7F" w:rsidTr="009A5A25">
        <w:trPr>
          <w:trHeight w:val="417"/>
        </w:trPr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3. Наименование </w:t>
            </w:r>
            <w:r w:rsidR="00680783" w:rsidRPr="00310E7F">
              <w:rPr>
                <w:rFonts w:ascii="Times New Roman" w:hAnsi="Times New Roman"/>
                <w:sz w:val="24"/>
                <w:szCs w:val="24"/>
              </w:rPr>
              <w:t>и местоположение объекта</w:t>
            </w:r>
          </w:p>
        </w:tc>
        <w:tc>
          <w:tcPr>
            <w:tcW w:w="5812" w:type="dxa"/>
          </w:tcPr>
          <w:p w:rsidR="00686B0B" w:rsidRPr="00D87F1C" w:rsidRDefault="00686B0B" w:rsidP="00686B0B">
            <w:pPr>
              <w:rPr>
                <w:rFonts w:ascii="Times New Roman" w:hAnsi="Times New Roman"/>
                <w:sz w:val="24"/>
                <w:szCs w:val="24"/>
              </w:rPr>
            </w:pPr>
            <w:r w:rsidRPr="00686B0B">
              <w:rPr>
                <w:rFonts w:ascii="Times New Roman" w:hAnsi="Times New Roman"/>
                <w:sz w:val="24"/>
                <w:szCs w:val="24"/>
              </w:rPr>
              <w:t xml:space="preserve">Капитальный ремонт строительной части </w:t>
            </w:r>
            <w:r w:rsidR="00205319">
              <w:rPr>
                <w:rFonts w:ascii="Times New Roman" w:hAnsi="Times New Roman"/>
                <w:sz w:val="24"/>
                <w:szCs w:val="24"/>
              </w:rPr>
              <w:t>Т</w:t>
            </w:r>
            <w:r w:rsidRPr="00686B0B">
              <w:rPr>
                <w:rFonts w:ascii="Times New Roman" w:hAnsi="Times New Roman"/>
                <w:sz w:val="24"/>
                <w:szCs w:val="24"/>
              </w:rPr>
              <w:t>П-</w:t>
            </w:r>
            <w:r w:rsidR="00205319">
              <w:rPr>
                <w:rFonts w:ascii="Times New Roman" w:hAnsi="Times New Roman"/>
                <w:sz w:val="24"/>
                <w:szCs w:val="24"/>
              </w:rPr>
              <w:t>36</w:t>
            </w:r>
            <w:r w:rsidR="008C15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5C7A" w:rsidRPr="007D2A8B" w:rsidRDefault="00BB5F22" w:rsidP="00205319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г.</w:t>
            </w:r>
            <w:r w:rsidR="00842453" w:rsidRPr="00310E7F">
              <w:rPr>
                <w:rFonts w:ascii="Times New Roman" w:hAnsi="Times New Roman"/>
                <w:sz w:val="24"/>
                <w:szCs w:val="24"/>
              </w:rPr>
              <w:t xml:space="preserve"> Петрозаводск </w:t>
            </w:r>
            <w:r w:rsidR="00315B01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0C65">
              <w:rPr>
                <w:rFonts w:ascii="Times New Roman" w:hAnsi="Times New Roman"/>
                <w:sz w:val="24"/>
                <w:szCs w:val="24"/>
              </w:rPr>
              <w:t>Р</w:t>
            </w:r>
            <w:r w:rsidR="005B6A90" w:rsidRPr="00310E7F">
              <w:rPr>
                <w:rFonts w:ascii="Times New Roman" w:hAnsi="Times New Roman"/>
                <w:sz w:val="24"/>
                <w:szCs w:val="24"/>
              </w:rPr>
              <w:t>П</w:t>
            </w:r>
            <w:r w:rsidR="00010168" w:rsidRPr="005076CC">
              <w:rPr>
                <w:rFonts w:ascii="Times New Roman" w:hAnsi="Times New Roman"/>
                <w:sz w:val="24"/>
                <w:szCs w:val="24"/>
              </w:rPr>
              <w:t>-</w:t>
            </w:r>
            <w:r w:rsidR="000878F4">
              <w:rPr>
                <w:rFonts w:ascii="Times New Roman" w:hAnsi="Times New Roman"/>
                <w:sz w:val="24"/>
                <w:szCs w:val="24"/>
              </w:rPr>
              <w:t>8</w:t>
            </w:r>
            <w:r w:rsidR="00D87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2A8B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205319">
              <w:rPr>
                <w:rFonts w:ascii="Times New Roman" w:hAnsi="Times New Roman"/>
                <w:sz w:val="24"/>
                <w:szCs w:val="24"/>
              </w:rPr>
              <w:t>Анохина, 16/1</w:t>
            </w:r>
            <w:r w:rsidR="000878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0783" w:rsidRPr="00310E7F" w:rsidTr="009A5A25">
        <w:tc>
          <w:tcPr>
            <w:tcW w:w="4252" w:type="dxa"/>
          </w:tcPr>
          <w:p w:rsidR="00680783" w:rsidRPr="00310E7F" w:rsidRDefault="00680783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4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. Источник финансирования</w:t>
            </w:r>
          </w:p>
        </w:tc>
        <w:tc>
          <w:tcPr>
            <w:tcW w:w="5812" w:type="dxa"/>
          </w:tcPr>
          <w:p w:rsidR="00680783" w:rsidRPr="00310E7F" w:rsidRDefault="00466ED8" w:rsidP="00B00C65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Производственная программа</w:t>
            </w:r>
            <w:r w:rsidR="00966E6B" w:rsidRPr="00310E7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B00C65">
              <w:rPr>
                <w:rFonts w:ascii="Times New Roman" w:hAnsi="Times New Roman"/>
                <w:sz w:val="24"/>
                <w:szCs w:val="24"/>
              </w:rPr>
              <w:t>8</w:t>
            </w:r>
            <w:r w:rsidR="007255B3" w:rsidRPr="00310E7F">
              <w:rPr>
                <w:rFonts w:ascii="Times New Roman" w:hAnsi="Times New Roman"/>
                <w:sz w:val="24"/>
                <w:szCs w:val="24"/>
              </w:rPr>
              <w:t>г. (</w:t>
            </w:r>
            <w:r w:rsidR="000B5EC1" w:rsidRPr="00310E7F">
              <w:rPr>
                <w:rFonts w:ascii="Times New Roman" w:hAnsi="Times New Roman"/>
                <w:sz w:val="24"/>
                <w:szCs w:val="24"/>
              </w:rPr>
              <w:t>капитальный ремонт)</w:t>
            </w:r>
          </w:p>
        </w:tc>
      </w:tr>
      <w:tr w:rsidR="00680783" w:rsidRPr="00310E7F" w:rsidTr="009A5A25">
        <w:tc>
          <w:tcPr>
            <w:tcW w:w="4252" w:type="dxa"/>
          </w:tcPr>
          <w:p w:rsidR="00680783" w:rsidRPr="00310E7F" w:rsidRDefault="002F7111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5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. Цель и назначение работ</w:t>
            </w:r>
          </w:p>
        </w:tc>
        <w:tc>
          <w:tcPr>
            <w:tcW w:w="5812" w:type="dxa"/>
          </w:tcPr>
          <w:p w:rsidR="00FD22EE" w:rsidRPr="00310E7F" w:rsidRDefault="000624B2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Повышение надежности</w:t>
            </w:r>
            <w:r w:rsidR="00564432"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5B01" w:rsidRPr="00310E7F">
              <w:rPr>
                <w:rFonts w:ascii="Times New Roman" w:hAnsi="Times New Roman"/>
                <w:sz w:val="24"/>
                <w:szCs w:val="24"/>
              </w:rPr>
              <w:t>ТП</w:t>
            </w:r>
            <w:r w:rsidR="00540B1D" w:rsidRPr="00310E7F">
              <w:rPr>
                <w:rFonts w:ascii="Times New Roman" w:hAnsi="Times New Roman"/>
                <w:sz w:val="24"/>
                <w:szCs w:val="24"/>
              </w:rPr>
              <w:t>,</w:t>
            </w:r>
            <w:r w:rsidR="00564F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0B1D" w:rsidRPr="00310E7F">
              <w:rPr>
                <w:rFonts w:ascii="Times New Roman" w:hAnsi="Times New Roman"/>
                <w:sz w:val="24"/>
                <w:szCs w:val="24"/>
              </w:rPr>
              <w:t>РП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2F7111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6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. Основные технико-экономические показатели и характеристики объекта, в том числе мощность и производ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тельность</w:t>
            </w:r>
          </w:p>
        </w:tc>
        <w:tc>
          <w:tcPr>
            <w:tcW w:w="5812" w:type="dxa"/>
          </w:tcPr>
          <w:p w:rsidR="00680783" w:rsidRPr="00310E7F" w:rsidRDefault="00680783" w:rsidP="00310E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783" w:rsidRPr="00310E7F" w:rsidTr="009A5A25">
        <w:tc>
          <w:tcPr>
            <w:tcW w:w="4252" w:type="dxa"/>
          </w:tcPr>
          <w:p w:rsidR="00680783" w:rsidRPr="00310E7F" w:rsidRDefault="002F7111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7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. Режим работы производства</w:t>
            </w:r>
          </w:p>
        </w:tc>
        <w:tc>
          <w:tcPr>
            <w:tcW w:w="5812" w:type="dxa"/>
          </w:tcPr>
          <w:p w:rsidR="00680783" w:rsidRPr="00310E7F" w:rsidRDefault="00A95801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Непрерывный</w:t>
            </w:r>
          </w:p>
        </w:tc>
      </w:tr>
      <w:tr w:rsidR="005C14E1" w:rsidRPr="00310E7F" w:rsidTr="009A5A25">
        <w:tc>
          <w:tcPr>
            <w:tcW w:w="4252" w:type="dxa"/>
          </w:tcPr>
          <w:p w:rsidR="005C14E1" w:rsidRPr="00310E7F" w:rsidRDefault="005C14E1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8. Состав работ</w:t>
            </w:r>
          </w:p>
          <w:p w:rsidR="00B47D66" w:rsidRPr="00310E7F" w:rsidRDefault="00B47D66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</w:t>
            </w:r>
          </w:p>
          <w:p w:rsidR="00B47D66" w:rsidRPr="00310E7F" w:rsidRDefault="009D75ED" w:rsidP="00BE1CCD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</w:tcPr>
          <w:p w:rsidR="000129A8" w:rsidRDefault="000129A8" w:rsidP="000129A8">
            <w:pPr>
              <w:pStyle w:val="affb"/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 w:rsidRPr="000129A8">
              <w:rPr>
                <w:rFonts w:ascii="Times New Roman" w:hAnsi="Times New Roman"/>
                <w:sz w:val="24"/>
                <w:szCs w:val="24"/>
              </w:rPr>
              <w:t>Строительно-монтажные</w:t>
            </w:r>
            <w:r w:rsidR="0064588C">
              <w:rPr>
                <w:rFonts w:ascii="Times New Roman" w:hAnsi="Times New Roman"/>
                <w:sz w:val="24"/>
                <w:szCs w:val="24"/>
              </w:rPr>
              <w:t xml:space="preserve"> работы:</w:t>
            </w:r>
          </w:p>
          <w:p w:rsidR="000129A8" w:rsidRDefault="00E603EF" w:rsidP="00310E7F">
            <w:pPr>
              <w:pStyle w:val="affb"/>
              <w:numPr>
                <w:ilvl w:val="1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Стены</w:t>
            </w:r>
            <w:r w:rsidR="00C46BCB" w:rsidRPr="000129A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129A8" w:rsidRDefault="00A66E3B" w:rsidP="00FE776D">
            <w:pPr>
              <w:pStyle w:val="affb"/>
              <w:numPr>
                <w:ilvl w:val="2"/>
                <w:numId w:val="39"/>
              </w:numPr>
              <w:ind w:firstLine="4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Демонтаж плит покрытия;</w:t>
            </w:r>
          </w:p>
          <w:p w:rsidR="00A66E3B" w:rsidRDefault="00A66E3B" w:rsidP="00FE776D">
            <w:pPr>
              <w:pStyle w:val="affb"/>
              <w:numPr>
                <w:ilvl w:val="2"/>
                <w:numId w:val="39"/>
              </w:numPr>
              <w:ind w:firstLine="4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Разборка 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м кирпичной кладки стен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A66E3B">
              <w:rPr>
                <w:rFonts w:ascii="Times New Roman" w:hAnsi="Times New Roman"/>
                <w:sz w:val="24"/>
                <w:szCs w:val="24"/>
              </w:rPr>
              <w:t>=41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66E3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 полтора кирпича);</w:t>
            </w:r>
          </w:p>
          <w:p w:rsidR="00A66E3B" w:rsidRDefault="00A66E3B" w:rsidP="00FE776D">
            <w:pPr>
              <w:pStyle w:val="affb"/>
              <w:numPr>
                <w:ilvl w:val="2"/>
                <w:numId w:val="39"/>
              </w:numPr>
              <w:ind w:firstLine="4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Кладка стены кирпичной с армирован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 стальными сетками 75*75*4мм через 6 рядов – 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A66E3B">
              <w:rPr>
                <w:rFonts w:ascii="Times New Roman" w:hAnsi="Times New Roman"/>
                <w:sz w:val="24"/>
                <w:szCs w:val="24"/>
              </w:rPr>
              <w:t>=41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66E3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 полтора кирпича);</w:t>
            </w:r>
          </w:p>
          <w:p w:rsidR="00A66E3B" w:rsidRDefault="00A66E3B" w:rsidP="00FE776D">
            <w:pPr>
              <w:pStyle w:val="affb"/>
              <w:numPr>
                <w:ilvl w:val="2"/>
                <w:numId w:val="39"/>
              </w:numPr>
              <w:ind w:firstLine="4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Монтаж плит покрытия;</w:t>
            </w:r>
          </w:p>
          <w:p w:rsidR="00A57CCA" w:rsidRDefault="00A66E3B" w:rsidP="00310E7F">
            <w:pPr>
              <w:pStyle w:val="affb"/>
              <w:numPr>
                <w:ilvl w:val="1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Кровля</w:t>
            </w:r>
            <w:r w:rsidR="00521BAE" w:rsidRPr="000129A8">
              <w:rPr>
                <w:rFonts w:ascii="Times New Roman" w:hAnsi="Times New Roman"/>
                <w:sz w:val="24"/>
                <w:szCs w:val="24"/>
              </w:rPr>
              <w:t>:</w:t>
            </w:r>
            <w:r w:rsidR="00DA10FC" w:rsidRPr="000129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A10FC" w:rsidRDefault="004418AC" w:rsidP="00A57CCA">
            <w:pPr>
              <w:pStyle w:val="affb"/>
              <w:numPr>
                <w:ilvl w:val="2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r w:rsidR="00163D40">
              <w:rPr>
                <w:rFonts w:ascii="Times New Roman" w:hAnsi="Times New Roman"/>
                <w:sz w:val="24"/>
                <w:szCs w:val="24"/>
              </w:rPr>
              <w:t>кровли из профилированн</w:t>
            </w:r>
            <w:r w:rsidR="00163D40">
              <w:rPr>
                <w:rFonts w:ascii="Times New Roman" w:hAnsi="Times New Roman"/>
                <w:sz w:val="24"/>
                <w:szCs w:val="24"/>
              </w:rPr>
              <w:t>о</w:t>
            </w:r>
            <w:r w:rsidR="00163D40">
              <w:rPr>
                <w:rFonts w:ascii="Times New Roman" w:hAnsi="Times New Roman"/>
                <w:sz w:val="24"/>
                <w:szCs w:val="24"/>
              </w:rPr>
              <w:t>го листа</w:t>
            </w:r>
            <w:r w:rsidR="007C2B3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40B1D" w:rsidRPr="00FF7052" w:rsidRDefault="00084FEA" w:rsidP="00FF7052">
            <w:pPr>
              <w:pStyle w:val="affb"/>
              <w:numPr>
                <w:ilvl w:val="1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 w:rsidRPr="00FF7052">
              <w:rPr>
                <w:rFonts w:ascii="Times New Roman" w:hAnsi="Times New Roman"/>
                <w:sz w:val="24"/>
                <w:szCs w:val="24"/>
              </w:rPr>
              <w:t>Прочие работы:</w:t>
            </w:r>
          </w:p>
          <w:p w:rsidR="0060561E" w:rsidRPr="00FF7052" w:rsidRDefault="00E63A1E" w:rsidP="00FF7052">
            <w:pPr>
              <w:pStyle w:val="affb"/>
              <w:numPr>
                <w:ilvl w:val="2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 w:rsidRPr="00FF7052">
              <w:rPr>
                <w:rFonts w:ascii="Times New Roman" w:hAnsi="Times New Roman"/>
                <w:sz w:val="24"/>
                <w:szCs w:val="24"/>
              </w:rPr>
              <w:t xml:space="preserve">Уборка </w:t>
            </w:r>
            <w:r w:rsidR="00DA10FC" w:rsidRPr="00FF7052">
              <w:rPr>
                <w:rFonts w:ascii="Times New Roman" w:hAnsi="Times New Roman"/>
                <w:sz w:val="24"/>
                <w:szCs w:val="24"/>
              </w:rPr>
              <w:t xml:space="preserve"> строительного </w:t>
            </w:r>
            <w:r w:rsidRPr="00FF7052">
              <w:rPr>
                <w:rFonts w:ascii="Times New Roman" w:hAnsi="Times New Roman"/>
                <w:sz w:val="24"/>
                <w:szCs w:val="24"/>
              </w:rPr>
              <w:t>мусора</w:t>
            </w:r>
            <w:r w:rsidR="00DA10FC" w:rsidRPr="00FF7052">
              <w:rPr>
                <w:rFonts w:ascii="Times New Roman" w:hAnsi="Times New Roman"/>
                <w:sz w:val="24"/>
                <w:szCs w:val="24"/>
              </w:rPr>
              <w:t xml:space="preserve"> с утил</w:t>
            </w:r>
            <w:r w:rsidR="00DA10FC" w:rsidRPr="00FF7052">
              <w:rPr>
                <w:rFonts w:ascii="Times New Roman" w:hAnsi="Times New Roman"/>
                <w:sz w:val="24"/>
                <w:szCs w:val="24"/>
              </w:rPr>
              <w:t>и</w:t>
            </w:r>
            <w:r w:rsidR="00DA10FC" w:rsidRPr="00FF7052">
              <w:rPr>
                <w:rFonts w:ascii="Times New Roman" w:hAnsi="Times New Roman"/>
                <w:sz w:val="24"/>
                <w:szCs w:val="24"/>
              </w:rPr>
              <w:lastRenderedPageBreak/>
              <w:t>зацией после окончания работ</w:t>
            </w:r>
          </w:p>
          <w:p w:rsidR="0060561E" w:rsidRDefault="0060561E" w:rsidP="001E60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C14E1" w:rsidRPr="00FE776D" w:rsidRDefault="00442F8B" w:rsidP="00FE776D">
            <w:pPr>
              <w:pStyle w:val="affb"/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 w:rsidRPr="00FE776D">
              <w:rPr>
                <w:rFonts w:ascii="Times New Roman" w:hAnsi="Times New Roman"/>
                <w:sz w:val="24"/>
                <w:szCs w:val="24"/>
              </w:rPr>
              <w:t xml:space="preserve">Предъявить к приемке работы на всех этапах </w:t>
            </w:r>
            <w:r w:rsidR="00057F4D" w:rsidRPr="00FE776D">
              <w:rPr>
                <w:rFonts w:ascii="Times New Roman" w:hAnsi="Times New Roman"/>
                <w:sz w:val="24"/>
                <w:szCs w:val="24"/>
              </w:rPr>
              <w:t>со</w:t>
            </w:r>
            <w:r w:rsidR="00250029" w:rsidRPr="00FE776D">
              <w:rPr>
                <w:rFonts w:ascii="Times New Roman" w:hAnsi="Times New Roman"/>
                <w:sz w:val="24"/>
                <w:szCs w:val="24"/>
              </w:rPr>
              <w:t xml:space="preserve"> сдачей скрытых работ </w:t>
            </w:r>
            <w:r w:rsidR="00260F85" w:rsidRPr="00FE776D">
              <w:rPr>
                <w:rFonts w:ascii="Times New Roman" w:hAnsi="Times New Roman"/>
                <w:sz w:val="24"/>
                <w:szCs w:val="24"/>
              </w:rPr>
              <w:t xml:space="preserve">Заказчику - </w:t>
            </w:r>
            <w:r w:rsidR="007C2B39" w:rsidRPr="00BE3C78">
              <w:rPr>
                <w:rFonts w:ascii="Times New Roman" w:hAnsi="Times New Roman"/>
                <w:sz w:val="24"/>
                <w:szCs w:val="24"/>
              </w:rPr>
              <w:t>АО «</w:t>
            </w:r>
            <w:r w:rsidR="007C2B39" w:rsidRPr="00B00C65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="007C2B39" w:rsidRPr="00BE3C78">
              <w:rPr>
                <w:rFonts w:ascii="Times New Roman" w:hAnsi="Times New Roman"/>
                <w:sz w:val="24"/>
                <w:szCs w:val="24"/>
              </w:rPr>
              <w:t>»</w:t>
            </w:r>
            <w:r w:rsidR="007C2B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63FA" w:rsidRPr="00FE776D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250029" w:rsidRPr="00FE77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76D">
              <w:rPr>
                <w:rFonts w:ascii="Times New Roman" w:hAnsi="Times New Roman"/>
                <w:sz w:val="24"/>
                <w:szCs w:val="24"/>
              </w:rPr>
              <w:t>оформлени</w:t>
            </w:r>
            <w:r w:rsidR="000404FE" w:rsidRPr="00FE776D">
              <w:rPr>
                <w:rFonts w:ascii="Times New Roman" w:hAnsi="Times New Roman"/>
                <w:sz w:val="24"/>
                <w:szCs w:val="24"/>
              </w:rPr>
              <w:t>ем актов</w:t>
            </w:r>
            <w:r w:rsidRPr="00FE776D">
              <w:rPr>
                <w:rFonts w:ascii="Times New Roman" w:hAnsi="Times New Roman"/>
                <w:sz w:val="24"/>
                <w:szCs w:val="24"/>
              </w:rPr>
              <w:t xml:space="preserve"> на скрытые работы</w:t>
            </w:r>
          </w:p>
        </w:tc>
      </w:tr>
      <w:tr w:rsidR="00C04E7D" w:rsidRPr="00310E7F" w:rsidTr="009A5A25">
        <w:tc>
          <w:tcPr>
            <w:tcW w:w="4252" w:type="dxa"/>
          </w:tcPr>
          <w:p w:rsidR="00C04E7D" w:rsidRPr="00310E7F" w:rsidRDefault="00782A48" w:rsidP="009C5DCE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C04E7D" w:rsidRPr="00310E7F">
              <w:rPr>
                <w:rFonts w:ascii="Times New Roman" w:hAnsi="Times New Roman"/>
                <w:sz w:val="24"/>
                <w:szCs w:val="24"/>
              </w:rPr>
              <w:t>. Состав и виды работ</w:t>
            </w:r>
            <w:r w:rsidR="004877DB" w:rsidRPr="00310E7F">
              <w:rPr>
                <w:rFonts w:ascii="Times New Roman" w:hAnsi="Times New Roman"/>
                <w:sz w:val="24"/>
                <w:szCs w:val="24"/>
              </w:rPr>
              <w:t>,</w:t>
            </w:r>
            <w:r w:rsidR="00C04E7D" w:rsidRPr="00310E7F">
              <w:rPr>
                <w:rFonts w:ascii="Times New Roman" w:hAnsi="Times New Roman"/>
                <w:sz w:val="24"/>
                <w:szCs w:val="24"/>
              </w:rPr>
              <w:t xml:space="preserve"> выполняемые Подрядчиком</w:t>
            </w:r>
          </w:p>
          <w:p w:rsidR="00C04E7D" w:rsidRPr="00310E7F" w:rsidRDefault="00C04E7D" w:rsidP="009C5DCE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</w:tcPr>
          <w:p w:rsidR="00163D40" w:rsidRDefault="00163D40" w:rsidP="00163D40">
            <w:pPr>
              <w:pStyle w:val="affb"/>
              <w:numPr>
                <w:ilvl w:val="0"/>
                <w:numId w:val="47"/>
              </w:numPr>
              <w:rPr>
                <w:rFonts w:ascii="Times New Roman" w:hAnsi="Times New Roman"/>
                <w:sz w:val="24"/>
                <w:szCs w:val="24"/>
              </w:rPr>
            </w:pPr>
            <w:r w:rsidRPr="000129A8">
              <w:rPr>
                <w:rFonts w:ascii="Times New Roman" w:hAnsi="Times New Roman"/>
                <w:sz w:val="24"/>
                <w:szCs w:val="24"/>
              </w:rPr>
              <w:t>Строительно-монтажные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работы:</w:t>
            </w:r>
          </w:p>
          <w:p w:rsidR="00163D40" w:rsidRDefault="00163D40" w:rsidP="00163D40">
            <w:pPr>
              <w:pStyle w:val="affb"/>
              <w:numPr>
                <w:ilvl w:val="1"/>
                <w:numId w:val="4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Стены</w:t>
            </w:r>
            <w:r w:rsidRPr="000129A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63D40" w:rsidRDefault="00163D40" w:rsidP="00163D40">
            <w:pPr>
              <w:pStyle w:val="affb"/>
              <w:numPr>
                <w:ilvl w:val="2"/>
                <w:numId w:val="47"/>
              </w:numPr>
              <w:ind w:firstLine="4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Демонтаж плит покрытия;</w:t>
            </w:r>
          </w:p>
          <w:p w:rsidR="00163D40" w:rsidRDefault="00163D40" w:rsidP="00163D40">
            <w:pPr>
              <w:pStyle w:val="affb"/>
              <w:numPr>
                <w:ilvl w:val="2"/>
                <w:numId w:val="47"/>
              </w:numPr>
              <w:ind w:firstLine="4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Разборка 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м кирпичной кладки стен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A66E3B">
              <w:rPr>
                <w:rFonts w:ascii="Times New Roman" w:hAnsi="Times New Roman"/>
                <w:sz w:val="24"/>
                <w:szCs w:val="24"/>
              </w:rPr>
              <w:t>=41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66E3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 полтора кирпича);</w:t>
            </w:r>
          </w:p>
          <w:p w:rsidR="00163D40" w:rsidRDefault="00163D40" w:rsidP="00163D40">
            <w:pPr>
              <w:pStyle w:val="affb"/>
              <w:numPr>
                <w:ilvl w:val="2"/>
                <w:numId w:val="47"/>
              </w:numPr>
              <w:ind w:firstLine="4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Кладка стены кирпичной с армирован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 стальными сетками 75*75*4мм через 6 рядов – 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A66E3B">
              <w:rPr>
                <w:rFonts w:ascii="Times New Roman" w:hAnsi="Times New Roman"/>
                <w:sz w:val="24"/>
                <w:szCs w:val="24"/>
              </w:rPr>
              <w:t>=41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66E3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 полтора кирпича);</w:t>
            </w:r>
          </w:p>
          <w:p w:rsidR="00163D40" w:rsidRDefault="00163D40" w:rsidP="00163D40">
            <w:pPr>
              <w:pStyle w:val="affb"/>
              <w:numPr>
                <w:ilvl w:val="2"/>
                <w:numId w:val="47"/>
              </w:numPr>
              <w:ind w:firstLine="4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Монтаж плит покрытия;</w:t>
            </w:r>
          </w:p>
          <w:p w:rsidR="00163D40" w:rsidRDefault="00163D40" w:rsidP="00163D40">
            <w:pPr>
              <w:pStyle w:val="affb"/>
              <w:numPr>
                <w:ilvl w:val="1"/>
                <w:numId w:val="4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Кровля</w:t>
            </w:r>
            <w:r w:rsidRPr="000129A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163D40" w:rsidRDefault="00163D40" w:rsidP="00163D40">
            <w:pPr>
              <w:pStyle w:val="affb"/>
              <w:numPr>
                <w:ilvl w:val="2"/>
                <w:numId w:val="4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кровли из профилированн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листа;</w:t>
            </w:r>
          </w:p>
          <w:p w:rsidR="00163D40" w:rsidRPr="00FF7052" w:rsidRDefault="00163D40" w:rsidP="00163D40">
            <w:pPr>
              <w:pStyle w:val="affb"/>
              <w:numPr>
                <w:ilvl w:val="1"/>
                <w:numId w:val="47"/>
              </w:numPr>
              <w:rPr>
                <w:rFonts w:ascii="Times New Roman" w:hAnsi="Times New Roman"/>
                <w:sz w:val="24"/>
                <w:szCs w:val="24"/>
              </w:rPr>
            </w:pPr>
            <w:r w:rsidRPr="00FF7052">
              <w:rPr>
                <w:rFonts w:ascii="Times New Roman" w:hAnsi="Times New Roman"/>
                <w:sz w:val="24"/>
                <w:szCs w:val="24"/>
              </w:rPr>
              <w:t>Прочие работы:</w:t>
            </w:r>
          </w:p>
          <w:p w:rsidR="00163D40" w:rsidRPr="00FF7052" w:rsidRDefault="00163D40" w:rsidP="00163D40">
            <w:pPr>
              <w:pStyle w:val="affb"/>
              <w:numPr>
                <w:ilvl w:val="2"/>
                <w:numId w:val="47"/>
              </w:numPr>
              <w:rPr>
                <w:rFonts w:ascii="Times New Roman" w:hAnsi="Times New Roman"/>
                <w:sz w:val="24"/>
                <w:szCs w:val="24"/>
              </w:rPr>
            </w:pPr>
            <w:r w:rsidRPr="00FF7052">
              <w:rPr>
                <w:rFonts w:ascii="Times New Roman" w:hAnsi="Times New Roman"/>
                <w:sz w:val="24"/>
                <w:szCs w:val="24"/>
              </w:rPr>
              <w:t>Уборка  строительного мусора с утил</w:t>
            </w:r>
            <w:r w:rsidRPr="00FF7052">
              <w:rPr>
                <w:rFonts w:ascii="Times New Roman" w:hAnsi="Times New Roman"/>
                <w:sz w:val="24"/>
                <w:szCs w:val="24"/>
              </w:rPr>
              <w:t>и</w:t>
            </w:r>
            <w:r w:rsidRPr="00FF7052">
              <w:rPr>
                <w:rFonts w:ascii="Times New Roman" w:hAnsi="Times New Roman"/>
                <w:sz w:val="24"/>
                <w:szCs w:val="24"/>
              </w:rPr>
              <w:t>зацией после окончания работ</w:t>
            </w:r>
          </w:p>
          <w:p w:rsidR="00163D40" w:rsidRDefault="00163D40" w:rsidP="00163D4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4E7D" w:rsidRPr="0049707A" w:rsidRDefault="00163D40" w:rsidP="00163D40">
            <w:pPr>
              <w:pStyle w:val="affb"/>
              <w:numPr>
                <w:ilvl w:val="0"/>
                <w:numId w:val="47"/>
              </w:numPr>
              <w:rPr>
                <w:rFonts w:ascii="Times New Roman" w:hAnsi="Times New Roman"/>
                <w:sz w:val="24"/>
                <w:szCs w:val="24"/>
              </w:rPr>
            </w:pPr>
            <w:r w:rsidRPr="00FE776D">
              <w:rPr>
                <w:rFonts w:ascii="Times New Roman" w:hAnsi="Times New Roman"/>
                <w:sz w:val="24"/>
                <w:szCs w:val="24"/>
              </w:rPr>
              <w:t xml:space="preserve">Предъявить к приемке работы на всех этапах со сдачей скрытых работ Заказчику - 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АО «</w:t>
            </w:r>
            <w:r w:rsidRPr="00B00C65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76D">
              <w:rPr>
                <w:rFonts w:ascii="Times New Roman" w:hAnsi="Times New Roman"/>
                <w:sz w:val="24"/>
                <w:szCs w:val="24"/>
              </w:rPr>
              <w:t>с  оформлением актов на скрытые работы</w:t>
            </w:r>
          </w:p>
        </w:tc>
      </w:tr>
      <w:tr w:rsidR="00680783" w:rsidRPr="00310E7F" w:rsidTr="009A5A25">
        <w:trPr>
          <w:trHeight w:val="1079"/>
        </w:trPr>
        <w:tc>
          <w:tcPr>
            <w:tcW w:w="4252" w:type="dxa"/>
          </w:tcPr>
          <w:p w:rsidR="00576950" w:rsidRPr="00310E7F" w:rsidRDefault="002F7111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10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 xml:space="preserve">. Требования к 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используемому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 xml:space="preserve">  об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о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рудованию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(включая источник поста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в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ки – заказчик/подрядчик, гарантийные требования, сроки поставки и пр.)</w:t>
            </w:r>
          </w:p>
        </w:tc>
        <w:tc>
          <w:tcPr>
            <w:tcW w:w="5812" w:type="dxa"/>
          </w:tcPr>
          <w:p w:rsidR="00576950" w:rsidRPr="00310E7F" w:rsidRDefault="00C46BCB" w:rsidP="00166945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Матери</w:t>
            </w:r>
            <w:r w:rsidR="00137065" w:rsidRPr="00310E7F">
              <w:rPr>
                <w:rFonts w:ascii="Times New Roman" w:hAnsi="Times New Roman"/>
                <w:sz w:val="24"/>
                <w:szCs w:val="24"/>
              </w:rPr>
              <w:t xml:space="preserve">алы должны соответствовать </w:t>
            </w:r>
            <w:r w:rsidR="00EA0453">
              <w:rPr>
                <w:rFonts w:ascii="Times New Roman" w:hAnsi="Times New Roman"/>
                <w:sz w:val="24"/>
                <w:szCs w:val="24"/>
              </w:rPr>
              <w:t xml:space="preserve">ГОСТ 24045-2010, </w:t>
            </w:r>
            <w:r w:rsidR="00137065" w:rsidRPr="00310E7F">
              <w:rPr>
                <w:rFonts w:ascii="Times New Roman" w:hAnsi="Times New Roman"/>
                <w:sz w:val="24"/>
                <w:szCs w:val="24"/>
              </w:rPr>
              <w:t>ГОСТ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30547</w:t>
            </w:r>
            <w:r w:rsidR="00137065" w:rsidRPr="00310E7F">
              <w:rPr>
                <w:rFonts w:ascii="Times New Roman" w:hAnsi="Times New Roman"/>
                <w:sz w:val="24"/>
                <w:szCs w:val="24"/>
              </w:rPr>
              <w:t>-97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173B0">
              <w:rPr>
                <w:rFonts w:ascii="Times New Roman" w:hAnsi="Times New Roman"/>
                <w:sz w:val="24"/>
                <w:szCs w:val="24"/>
              </w:rPr>
              <w:t xml:space="preserve">Кровля 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долж</w:t>
            </w:r>
            <w:r w:rsidR="003173B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2B20C7" w:rsidRPr="00310E7F">
              <w:rPr>
                <w:rFonts w:ascii="Times New Roman" w:hAnsi="Times New Roman"/>
                <w:sz w:val="24"/>
                <w:szCs w:val="24"/>
              </w:rPr>
              <w:t xml:space="preserve">применяться в соответствии с </w:t>
            </w:r>
            <w:proofErr w:type="spellStart"/>
            <w:r w:rsidRPr="00310E7F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310E7F">
              <w:rPr>
                <w:rFonts w:ascii="Times New Roman" w:hAnsi="Times New Roman"/>
                <w:sz w:val="24"/>
                <w:szCs w:val="24"/>
              </w:rPr>
              <w:t xml:space="preserve"> 21-01</w:t>
            </w:r>
            <w:r w:rsidR="002B20C7" w:rsidRPr="00310E7F">
              <w:rPr>
                <w:rFonts w:ascii="Times New Roman" w:hAnsi="Times New Roman"/>
                <w:sz w:val="24"/>
                <w:szCs w:val="24"/>
              </w:rPr>
              <w:t>-97*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, НПБ 244</w:t>
            </w:r>
            <w:r w:rsidR="002B20C7" w:rsidRPr="00310E7F">
              <w:rPr>
                <w:rFonts w:ascii="Times New Roman" w:hAnsi="Times New Roman"/>
                <w:sz w:val="24"/>
                <w:szCs w:val="24"/>
              </w:rPr>
              <w:t>-97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,</w:t>
            </w:r>
            <w:r w:rsidR="002B20C7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>Пост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>новление</w:t>
            </w:r>
            <w:r w:rsidR="008B3B5D">
              <w:rPr>
                <w:rFonts w:ascii="Times New Roman" w:hAnsi="Times New Roman"/>
                <w:sz w:val="24"/>
                <w:szCs w:val="24"/>
              </w:rPr>
              <w:t>м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25 апреля 2012 года N390 «О противопожарном р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>жиме»( с изменениями на 6 апреля 2016г)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 xml:space="preserve">СП 17.13330.2011, </w:t>
            </w:r>
            <w:proofErr w:type="spellStart"/>
            <w:r w:rsidR="00581160" w:rsidRPr="00310E7F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="00581160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3.04.01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>-87 (СП 71.13330.2011)</w:t>
            </w:r>
            <w:r w:rsidR="00AC21B2">
              <w:rPr>
                <w:rFonts w:ascii="Times New Roman" w:hAnsi="Times New Roman"/>
                <w:sz w:val="24"/>
                <w:szCs w:val="24"/>
              </w:rPr>
              <w:t>.</w:t>
            </w:r>
            <w:r w:rsidR="0032330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80783" w:rsidRPr="00310E7F" w:rsidTr="009A5A25">
        <w:trPr>
          <w:trHeight w:val="445"/>
        </w:trPr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 Состав разделов документации и требования к их содержанию</w:t>
            </w:r>
          </w:p>
        </w:tc>
        <w:tc>
          <w:tcPr>
            <w:tcW w:w="5812" w:type="dxa"/>
          </w:tcPr>
          <w:p w:rsidR="00B46E77" w:rsidRPr="00310E7F" w:rsidRDefault="00B46E77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- Сметная документация: локальные</w:t>
            </w:r>
            <w:r w:rsidR="000404FE" w:rsidRPr="00310E7F">
              <w:rPr>
                <w:rFonts w:ascii="Times New Roman" w:hAnsi="Times New Roman"/>
                <w:sz w:val="24"/>
                <w:szCs w:val="24"/>
              </w:rPr>
              <w:t xml:space="preserve"> сметы</w:t>
            </w:r>
            <w:proofErr w:type="gramStart"/>
            <w:r w:rsidR="002E462B" w:rsidRPr="00310E7F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2E462B" w:rsidRPr="00310E7F">
              <w:rPr>
                <w:rFonts w:ascii="Times New Roman" w:hAnsi="Times New Roman"/>
                <w:sz w:val="24"/>
                <w:szCs w:val="24"/>
              </w:rPr>
              <w:t xml:space="preserve"> акты в</w:t>
            </w:r>
            <w:r w:rsidR="002E462B" w:rsidRPr="00310E7F">
              <w:rPr>
                <w:rFonts w:ascii="Times New Roman" w:hAnsi="Times New Roman"/>
                <w:sz w:val="24"/>
                <w:szCs w:val="24"/>
              </w:rPr>
              <w:t>ы</w:t>
            </w:r>
            <w:r w:rsidR="002E462B" w:rsidRPr="00310E7F">
              <w:rPr>
                <w:rFonts w:ascii="Times New Roman" w:hAnsi="Times New Roman"/>
                <w:sz w:val="24"/>
                <w:szCs w:val="24"/>
              </w:rPr>
              <w:t>полненных работ , формы   КС-2 и КС-3.</w:t>
            </w:r>
          </w:p>
          <w:p w:rsidR="005133F0" w:rsidRPr="00310E7F" w:rsidRDefault="00B46E77" w:rsidP="00484CD6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- В период строительства</w:t>
            </w:r>
            <w:r w:rsidR="005133F0" w:rsidRPr="00310E7F">
              <w:rPr>
                <w:rFonts w:ascii="Times New Roman" w:hAnsi="Times New Roman"/>
                <w:sz w:val="24"/>
                <w:szCs w:val="24"/>
              </w:rPr>
              <w:t xml:space="preserve"> и монтажа </w:t>
            </w:r>
            <w:proofErr w:type="spellStart"/>
            <w:r w:rsidR="005133F0" w:rsidRPr="00310E7F">
              <w:rPr>
                <w:rFonts w:ascii="Times New Roman" w:hAnsi="Times New Roman"/>
                <w:sz w:val="24"/>
                <w:szCs w:val="24"/>
              </w:rPr>
              <w:t>энергообъект</w:t>
            </w:r>
            <w:proofErr w:type="gramStart"/>
            <w:r w:rsidR="005133F0"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="005133F0" w:rsidRPr="00310E7F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484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33F0" w:rsidRPr="00310E7F">
              <w:rPr>
                <w:rFonts w:ascii="Times New Roman" w:hAnsi="Times New Roman"/>
                <w:sz w:val="24"/>
                <w:szCs w:val="24"/>
              </w:rPr>
              <w:t>Акты промежуточной приемки, в том числе</w:t>
            </w:r>
            <w:r w:rsidR="000404FE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33F0" w:rsidRPr="00310E7F">
              <w:rPr>
                <w:rFonts w:ascii="Times New Roman" w:hAnsi="Times New Roman"/>
                <w:sz w:val="24"/>
                <w:szCs w:val="24"/>
              </w:rPr>
              <w:t xml:space="preserve">акты на скрытые работы. Все работы предъявляются </w:t>
            </w:r>
            <w:r w:rsidR="00260F85" w:rsidRPr="00310E7F">
              <w:rPr>
                <w:rFonts w:ascii="Times New Roman" w:hAnsi="Times New Roman"/>
                <w:sz w:val="24"/>
                <w:szCs w:val="24"/>
              </w:rPr>
              <w:t>З</w:t>
            </w:r>
            <w:r w:rsidR="00315DB8" w:rsidRPr="00310E7F">
              <w:rPr>
                <w:rFonts w:ascii="Times New Roman" w:hAnsi="Times New Roman"/>
                <w:sz w:val="24"/>
                <w:szCs w:val="24"/>
              </w:rPr>
              <w:t>аказч</w:t>
            </w:r>
            <w:r w:rsidR="00315DB8"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="00315DB8" w:rsidRPr="00310E7F">
              <w:rPr>
                <w:rFonts w:ascii="Times New Roman" w:hAnsi="Times New Roman"/>
                <w:sz w:val="24"/>
                <w:szCs w:val="24"/>
              </w:rPr>
              <w:t>ку</w:t>
            </w:r>
            <w:r w:rsidR="00E503E9" w:rsidRPr="00310E7F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260F85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F8F" w:rsidRPr="00BE3C78">
              <w:rPr>
                <w:rFonts w:ascii="Times New Roman" w:hAnsi="Times New Roman"/>
                <w:sz w:val="24"/>
                <w:szCs w:val="24"/>
              </w:rPr>
              <w:t>АО «</w:t>
            </w:r>
            <w:r w:rsidR="00494F8F" w:rsidRPr="00B00C65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="00494F8F" w:rsidRPr="00BE3C78">
              <w:rPr>
                <w:rFonts w:ascii="Times New Roman" w:hAnsi="Times New Roman"/>
                <w:sz w:val="24"/>
                <w:szCs w:val="24"/>
              </w:rPr>
              <w:t>»</w:t>
            </w:r>
            <w:r w:rsidR="00114221" w:rsidRPr="00310E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00A16" w:rsidRPr="00310E7F" w:rsidTr="009A5A25">
        <w:trPr>
          <w:trHeight w:val="424"/>
        </w:trPr>
        <w:tc>
          <w:tcPr>
            <w:tcW w:w="4252" w:type="dxa"/>
          </w:tcPr>
          <w:p w:rsidR="00900A16" w:rsidRPr="00310E7F" w:rsidRDefault="00900A16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12. Оформление принимаемых реш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ний  в ходе выполнения работ</w:t>
            </w:r>
          </w:p>
        </w:tc>
        <w:tc>
          <w:tcPr>
            <w:tcW w:w="5812" w:type="dxa"/>
          </w:tcPr>
          <w:p w:rsidR="00900A16" w:rsidRPr="00310E7F" w:rsidRDefault="005133F0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Объемы</w:t>
            </w:r>
            <w:r w:rsidR="00847543">
              <w:rPr>
                <w:rFonts w:ascii="Times New Roman" w:hAnsi="Times New Roman"/>
                <w:sz w:val="24"/>
                <w:szCs w:val="24"/>
              </w:rPr>
              <w:t xml:space="preserve"> строительно-монтажных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8B3B5D">
              <w:rPr>
                <w:rFonts w:ascii="Times New Roman" w:hAnsi="Times New Roman"/>
                <w:sz w:val="24"/>
                <w:szCs w:val="24"/>
              </w:rPr>
              <w:t xml:space="preserve"> должны быть определены</w:t>
            </w:r>
            <w:r w:rsidR="00315DB8" w:rsidRPr="00310E7F">
              <w:rPr>
                <w:rFonts w:ascii="Times New Roman" w:hAnsi="Times New Roman"/>
                <w:sz w:val="24"/>
                <w:szCs w:val="24"/>
              </w:rPr>
              <w:t xml:space="preserve"> дефектной ведомостью</w:t>
            </w:r>
            <w:r w:rsidR="00847543">
              <w:rPr>
                <w:rFonts w:ascii="Times New Roman" w:hAnsi="Times New Roman"/>
                <w:sz w:val="24"/>
                <w:szCs w:val="24"/>
              </w:rPr>
              <w:t>, проектом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в соо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ветствии с действующими нормами и правила</w:t>
            </w:r>
            <w:r w:rsidR="00C62D48" w:rsidRPr="00310E7F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C62D48" w:rsidRPr="00310E7F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="00C62D48" w:rsidRPr="00310E7F">
              <w:rPr>
                <w:rFonts w:ascii="Times New Roman" w:hAnsi="Times New Roman"/>
                <w:sz w:val="24"/>
                <w:szCs w:val="24"/>
              </w:rPr>
              <w:t xml:space="preserve"> ПУЭ , 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П и пр.)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3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 Требования к технологическим решениям</w:t>
            </w:r>
          </w:p>
        </w:tc>
        <w:tc>
          <w:tcPr>
            <w:tcW w:w="5812" w:type="dxa"/>
          </w:tcPr>
          <w:p w:rsidR="00B44CF1" w:rsidRPr="00310E7F" w:rsidRDefault="00486B21" w:rsidP="00310E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 xml:space="preserve"> соот</w:t>
            </w:r>
            <w:r w:rsidR="00315DB8" w:rsidRPr="00310E7F">
              <w:rPr>
                <w:rFonts w:ascii="Times New Roman" w:hAnsi="Times New Roman"/>
                <w:sz w:val="24"/>
                <w:szCs w:val="24"/>
              </w:rPr>
              <w:t>ветствии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 xml:space="preserve"> с действующими нор</w:t>
            </w:r>
            <w:r w:rsidR="00026D7E" w:rsidRPr="00310E7F">
              <w:rPr>
                <w:rFonts w:ascii="Times New Roman" w:hAnsi="Times New Roman"/>
                <w:sz w:val="24"/>
                <w:szCs w:val="24"/>
              </w:rPr>
              <w:t>мами и правил</w:t>
            </w:r>
            <w:r w:rsidR="00026D7E"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="00026D7E" w:rsidRPr="00310E7F">
              <w:rPr>
                <w:rFonts w:ascii="Times New Roman" w:hAnsi="Times New Roman"/>
                <w:sz w:val="24"/>
                <w:szCs w:val="24"/>
              </w:rPr>
              <w:t>ми (ПУЭ, С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>П), с обязательным письменным соглас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>о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>ванием изменений и (или) дополнений с обслуж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>вающей организацией -</w:t>
            </w:r>
            <w:r w:rsidR="00E13B4A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6D7E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F8F" w:rsidRPr="00BE3C78">
              <w:rPr>
                <w:rFonts w:ascii="Times New Roman" w:hAnsi="Times New Roman"/>
                <w:sz w:val="24"/>
                <w:szCs w:val="24"/>
              </w:rPr>
              <w:t>АО «</w:t>
            </w:r>
            <w:r w:rsidR="00494F8F" w:rsidRPr="00B00C65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="00494F8F" w:rsidRPr="00BE3C78">
              <w:rPr>
                <w:rFonts w:ascii="Times New Roman" w:hAnsi="Times New Roman"/>
                <w:sz w:val="24"/>
                <w:szCs w:val="24"/>
              </w:rPr>
              <w:t>»</w:t>
            </w:r>
            <w:r w:rsidR="00494F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4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сходны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данны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выполнения работ</w:t>
            </w:r>
          </w:p>
        </w:tc>
        <w:tc>
          <w:tcPr>
            <w:tcW w:w="5812" w:type="dxa"/>
          </w:tcPr>
          <w:p w:rsidR="00576950" w:rsidRPr="00310E7F" w:rsidRDefault="00486B21" w:rsidP="00743A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315DB8" w:rsidRPr="00310E7F">
              <w:rPr>
                <w:rFonts w:ascii="Times New Roman" w:hAnsi="Times New Roman"/>
                <w:sz w:val="24"/>
                <w:szCs w:val="24"/>
              </w:rPr>
              <w:t>ефектная ведомость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 xml:space="preserve"> и предварительный сметный расчет</w:t>
            </w:r>
            <w:r w:rsidR="00AC21B2">
              <w:rPr>
                <w:rFonts w:ascii="Times New Roman" w:hAnsi="Times New Roman"/>
                <w:sz w:val="24"/>
                <w:szCs w:val="24"/>
              </w:rPr>
              <w:t xml:space="preserve">, типовой проект реконструкции кровли, план </w:t>
            </w:r>
            <w:r w:rsidR="00743AE2">
              <w:rPr>
                <w:rFonts w:ascii="Times New Roman" w:hAnsi="Times New Roman"/>
                <w:sz w:val="24"/>
                <w:szCs w:val="24"/>
              </w:rPr>
              <w:t>Т</w:t>
            </w:r>
            <w:r w:rsidR="00AC21B2">
              <w:rPr>
                <w:rFonts w:ascii="Times New Roman" w:hAnsi="Times New Roman"/>
                <w:sz w:val="24"/>
                <w:szCs w:val="24"/>
              </w:rPr>
              <w:t>П-</w:t>
            </w:r>
            <w:r w:rsidR="00743AE2">
              <w:rPr>
                <w:rFonts w:ascii="Times New Roman" w:hAnsi="Times New Roman"/>
                <w:sz w:val="24"/>
                <w:szCs w:val="24"/>
              </w:rPr>
              <w:t>36</w:t>
            </w:r>
            <w:r w:rsidR="00AC21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5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 Требования к сметной документ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5812" w:type="dxa"/>
          </w:tcPr>
          <w:p w:rsidR="00680783" w:rsidRPr="00310E7F" w:rsidRDefault="00DF5CFC" w:rsidP="007A5A48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Расчётную базовую стоимость работ определить в двух уровнях цен: б</w:t>
            </w:r>
            <w:r w:rsidR="00321269" w:rsidRPr="00310E7F">
              <w:rPr>
                <w:rFonts w:ascii="Times New Roman" w:hAnsi="Times New Roman"/>
                <w:sz w:val="24"/>
                <w:szCs w:val="24"/>
              </w:rPr>
              <w:t>азисном 2001 г. (в редакции 2014 г.)</w:t>
            </w:r>
            <w:r w:rsidR="007C36C3" w:rsidRPr="00310E7F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321269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пере</w:t>
            </w:r>
            <w:r w:rsidR="00FD79DA" w:rsidRPr="00310E7F">
              <w:rPr>
                <w:rFonts w:ascii="Times New Roman" w:hAnsi="Times New Roman"/>
                <w:sz w:val="24"/>
                <w:szCs w:val="24"/>
              </w:rPr>
              <w:t xml:space="preserve">вод в текущие цены </w:t>
            </w:r>
            <w:r w:rsidR="007C36C3" w:rsidRPr="00310E7F">
              <w:rPr>
                <w:rFonts w:ascii="Times New Roman" w:hAnsi="Times New Roman"/>
                <w:sz w:val="24"/>
                <w:szCs w:val="24"/>
              </w:rPr>
              <w:t>2</w:t>
            </w:r>
            <w:r w:rsidR="00D37EED" w:rsidRPr="00310E7F">
              <w:rPr>
                <w:rFonts w:ascii="Times New Roman" w:hAnsi="Times New Roman"/>
                <w:sz w:val="24"/>
                <w:szCs w:val="24"/>
              </w:rPr>
              <w:t xml:space="preserve"> квартала 201</w:t>
            </w:r>
            <w:r w:rsidR="00853086">
              <w:rPr>
                <w:rFonts w:ascii="Times New Roman" w:hAnsi="Times New Roman"/>
                <w:sz w:val="24"/>
                <w:szCs w:val="24"/>
              </w:rPr>
              <w:t>7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853086">
              <w:rPr>
                <w:rFonts w:ascii="Times New Roman" w:hAnsi="Times New Roman"/>
                <w:sz w:val="24"/>
                <w:szCs w:val="24"/>
              </w:rPr>
              <w:t>.</w:t>
            </w:r>
            <w:r w:rsidR="007C36C3" w:rsidRPr="00310E7F">
              <w:rPr>
                <w:rFonts w:ascii="Times New Roman" w:hAnsi="Times New Roman"/>
                <w:sz w:val="24"/>
                <w:szCs w:val="24"/>
              </w:rPr>
              <w:t xml:space="preserve"> с д</w:t>
            </w:r>
            <w:r w:rsidR="007C36C3"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="007C36C3" w:rsidRPr="00310E7F">
              <w:rPr>
                <w:rFonts w:ascii="Times New Roman" w:hAnsi="Times New Roman"/>
                <w:sz w:val="24"/>
                <w:szCs w:val="24"/>
              </w:rPr>
              <w:t>флятором на 201</w:t>
            </w:r>
            <w:r w:rsidR="00C41FC0">
              <w:rPr>
                <w:rFonts w:ascii="Times New Roman" w:hAnsi="Times New Roman"/>
                <w:sz w:val="24"/>
                <w:szCs w:val="24"/>
              </w:rPr>
              <w:t>8</w:t>
            </w:r>
            <w:r w:rsidR="007C36C3" w:rsidRPr="00310E7F">
              <w:rPr>
                <w:rFonts w:ascii="Times New Roman" w:hAnsi="Times New Roman"/>
                <w:sz w:val="24"/>
                <w:szCs w:val="24"/>
              </w:rPr>
              <w:t>г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6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. Требования к природоохранным </w:t>
            </w:r>
            <w:r w:rsidRPr="00310E7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мероприятиям </w:t>
            </w:r>
          </w:p>
        </w:tc>
        <w:tc>
          <w:tcPr>
            <w:tcW w:w="5812" w:type="dxa"/>
          </w:tcPr>
          <w:p w:rsidR="00680783" w:rsidRPr="00310E7F" w:rsidRDefault="002E0850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lastRenderedPageBreak/>
              <w:t>Согласно действующему законодательству и дейс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</w:t>
            </w:r>
            <w:r w:rsidRPr="00310E7F">
              <w:rPr>
                <w:rFonts w:ascii="Times New Roman" w:hAnsi="Times New Roman"/>
                <w:sz w:val="24"/>
                <w:szCs w:val="24"/>
              </w:rPr>
              <w:lastRenderedPageBreak/>
              <w:t>вующим нормам и правилам.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7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 Требования к архитектурным, ко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структивным и объёмно-планировочным решениям</w:t>
            </w:r>
          </w:p>
        </w:tc>
        <w:tc>
          <w:tcPr>
            <w:tcW w:w="5812" w:type="dxa"/>
          </w:tcPr>
          <w:p w:rsidR="004E50AF" w:rsidRPr="00310E7F" w:rsidRDefault="00C40972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Согласно действующим нормам и правилам РФ: СП 4.13130.</w:t>
            </w:r>
          </w:p>
        </w:tc>
      </w:tr>
      <w:tr w:rsidR="00680783" w:rsidRPr="00310E7F" w:rsidTr="009A5A25">
        <w:tc>
          <w:tcPr>
            <w:tcW w:w="4252" w:type="dxa"/>
          </w:tcPr>
          <w:p w:rsidR="00680783" w:rsidRPr="00310E7F" w:rsidRDefault="00576950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8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 Требования к схеме планировочной организации земельного участка</w:t>
            </w:r>
          </w:p>
          <w:p w:rsidR="00680783" w:rsidRPr="00310E7F" w:rsidRDefault="00680783" w:rsidP="006807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F4453" w:rsidRPr="00310E7F" w:rsidRDefault="004E50AF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В условиях городской и промышленной застройки требуется  предваритель</w:t>
            </w:r>
            <w:r w:rsidRPr="00310E7F">
              <w:rPr>
                <w:rFonts w:ascii="Times New Roman" w:hAnsi="Times New Roman"/>
                <w:sz w:val="24"/>
                <w:szCs w:val="24"/>
              </w:rPr>
              <w:softHyphen/>
              <w:t>ное согласование с заинтер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сованными организациями.</w:t>
            </w:r>
          </w:p>
        </w:tc>
      </w:tr>
      <w:tr w:rsidR="000D3069" w:rsidRPr="00310E7F" w:rsidTr="009A5A25">
        <w:tc>
          <w:tcPr>
            <w:tcW w:w="4252" w:type="dxa"/>
          </w:tcPr>
          <w:p w:rsidR="000D3069" w:rsidRPr="00310E7F" w:rsidRDefault="000D3069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19. Технические требования к техн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логическому оборудованию</w:t>
            </w:r>
          </w:p>
        </w:tc>
        <w:tc>
          <w:tcPr>
            <w:tcW w:w="5812" w:type="dxa"/>
          </w:tcPr>
          <w:p w:rsidR="000D3069" w:rsidRPr="00BE1CCD" w:rsidRDefault="00275F8E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Требования предусмотрены рабочим проектом кап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тального строительства.</w:t>
            </w:r>
          </w:p>
        </w:tc>
      </w:tr>
      <w:tr w:rsidR="00680783" w:rsidRPr="00310E7F" w:rsidTr="009A5A25">
        <w:tc>
          <w:tcPr>
            <w:tcW w:w="4252" w:type="dxa"/>
          </w:tcPr>
          <w:p w:rsidR="00680783" w:rsidRPr="00310E7F" w:rsidRDefault="00576950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0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Требования</w:t>
            </w:r>
          </w:p>
          <w:p w:rsidR="00680783" w:rsidRPr="00310E7F" w:rsidRDefault="00576950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по утилизации (захоронению)  отходов</w:t>
            </w:r>
          </w:p>
        </w:tc>
        <w:tc>
          <w:tcPr>
            <w:tcW w:w="5812" w:type="dxa"/>
          </w:tcPr>
          <w:p w:rsidR="00680783" w:rsidRPr="00310E7F" w:rsidRDefault="00C40972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Согласно действующему законодательству и дейс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вующим нормам и правилам.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</w:t>
            </w:r>
            <w:r w:rsidR="00F250B3"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 Требования к разработке инжене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р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но-технических мероприятий гра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ж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данской обороны и мероприятий по предупреждению чрезвычайных 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туаций (ИТМ ГОЧС)</w:t>
            </w:r>
          </w:p>
        </w:tc>
        <w:tc>
          <w:tcPr>
            <w:tcW w:w="5812" w:type="dxa"/>
          </w:tcPr>
          <w:p w:rsidR="00680783" w:rsidRPr="00310E7F" w:rsidRDefault="00432856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Разработка инженерно-технических мероприятий гражданской обороны и мероприятий по предупре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ж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дению чрезвычайных ситуаций (ИТМ ГОЧС) согла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но СП 11-112-2001 "Инженерно-технические мер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приятия гражданской обороны. Мероприятия по пр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дупреждению чрезвычайных ситуаций" градостро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тельной документации для территорий городских и сельских поселений, других муниципальных образ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ваний.</w:t>
            </w:r>
          </w:p>
        </w:tc>
      </w:tr>
      <w:tr w:rsidR="00B46E77" w:rsidRPr="00310E7F" w:rsidTr="009A5A25">
        <w:tc>
          <w:tcPr>
            <w:tcW w:w="4252" w:type="dxa"/>
          </w:tcPr>
          <w:p w:rsidR="00B46E77" w:rsidRPr="00310E7F" w:rsidRDefault="00B46E77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22. Сроки выполнения работ (по 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новным этапам)</w:t>
            </w:r>
          </w:p>
        </w:tc>
        <w:tc>
          <w:tcPr>
            <w:tcW w:w="5812" w:type="dxa"/>
          </w:tcPr>
          <w:p w:rsidR="00B46E77" w:rsidRPr="00310E7F" w:rsidRDefault="00315DB8" w:rsidP="00211FF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10E7F">
              <w:rPr>
                <w:rFonts w:ascii="Times New Roman" w:hAnsi="Times New Roman"/>
                <w:sz w:val="24"/>
                <w:szCs w:val="24"/>
              </w:rPr>
              <w:t>Согласно</w:t>
            </w:r>
            <w:proofErr w:type="gramEnd"/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производственной программы</w:t>
            </w:r>
            <w:r w:rsidR="00FD79DA" w:rsidRPr="00310E7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C41FC0">
              <w:rPr>
                <w:rFonts w:ascii="Times New Roman" w:hAnsi="Times New Roman"/>
                <w:sz w:val="24"/>
                <w:szCs w:val="24"/>
              </w:rPr>
              <w:t>8</w:t>
            </w:r>
            <w:r w:rsidR="004E60ED" w:rsidRPr="00310E7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F53B9B" w:rsidRPr="00310E7F">
              <w:rPr>
                <w:rFonts w:ascii="Times New Roman" w:hAnsi="Times New Roman"/>
                <w:sz w:val="24"/>
                <w:szCs w:val="24"/>
              </w:rPr>
              <w:t>.</w:t>
            </w:r>
            <w:r w:rsidR="004E60ED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3B9B" w:rsidRPr="00310E7F">
              <w:rPr>
                <w:rFonts w:ascii="Times New Roman" w:hAnsi="Times New Roman"/>
                <w:sz w:val="24"/>
                <w:szCs w:val="24"/>
              </w:rPr>
              <w:t>Н</w:t>
            </w:r>
            <w:r w:rsidR="00F53B9B"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="00F53B9B" w:rsidRPr="00310E7F">
              <w:rPr>
                <w:rFonts w:ascii="Times New Roman" w:hAnsi="Times New Roman"/>
                <w:sz w:val="24"/>
                <w:szCs w:val="24"/>
              </w:rPr>
              <w:t>чало работ</w:t>
            </w:r>
            <w:r w:rsidR="004E60ED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3CE7" w:rsidRPr="00310E7F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486B21" w:rsidRPr="00486B21">
              <w:rPr>
                <w:rFonts w:ascii="Times New Roman" w:hAnsi="Times New Roman"/>
                <w:sz w:val="24"/>
                <w:szCs w:val="24"/>
              </w:rPr>
              <w:t>01</w:t>
            </w:r>
            <w:r w:rsidR="00842453" w:rsidRPr="00310E7F">
              <w:rPr>
                <w:rFonts w:ascii="Times New Roman" w:hAnsi="Times New Roman"/>
                <w:sz w:val="24"/>
                <w:szCs w:val="24"/>
              </w:rPr>
              <w:t>.0</w:t>
            </w:r>
            <w:r w:rsidR="00211FFE">
              <w:rPr>
                <w:rFonts w:ascii="Times New Roman" w:hAnsi="Times New Roman"/>
                <w:sz w:val="24"/>
                <w:szCs w:val="24"/>
              </w:rPr>
              <w:t>6</w:t>
            </w:r>
            <w:r w:rsidR="00842453" w:rsidRPr="00310E7F">
              <w:rPr>
                <w:rFonts w:ascii="Times New Roman" w:hAnsi="Times New Roman"/>
                <w:sz w:val="24"/>
                <w:szCs w:val="24"/>
              </w:rPr>
              <w:t>.</w:t>
            </w:r>
            <w:r w:rsidR="00FD79DA" w:rsidRPr="00310E7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C41FC0">
              <w:rPr>
                <w:rFonts w:ascii="Times New Roman" w:hAnsi="Times New Roman"/>
                <w:sz w:val="24"/>
                <w:szCs w:val="24"/>
              </w:rPr>
              <w:t>8</w:t>
            </w:r>
            <w:r w:rsidR="00F53B9B" w:rsidRPr="00310E7F">
              <w:rPr>
                <w:rFonts w:ascii="Times New Roman" w:hAnsi="Times New Roman"/>
                <w:sz w:val="24"/>
                <w:szCs w:val="24"/>
              </w:rPr>
              <w:t>г.</w:t>
            </w:r>
            <w:r w:rsidR="00CF3159">
              <w:rPr>
                <w:rFonts w:ascii="Times New Roman" w:hAnsi="Times New Roman"/>
                <w:sz w:val="24"/>
                <w:szCs w:val="24"/>
              </w:rPr>
              <w:t xml:space="preserve"> по 31.07.2018</w:t>
            </w:r>
            <w:r w:rsidR="00F703B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680783" w:rsidRPr="00310E7F" w:rsidTr="009A5A25">
        <w:trPr>
          <w:trHeight w:val="493"/>
        </w:trPr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</w:t>
            </w:r>
            <w:r w:rsidR="00F250B3" w:rsidRPr="00310E7F">
              <w:rPr>
                <w:rFonts w:ascii="Times New Roman" w:hAnsi="Times New Roman"/>
                <w:sz w:val="24"/>
                <w:szCs w:val="24"/>
              </w:rPr>
              <w:t>3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250B3" w:rsidRPr="00310E7F">
              <w:rPr>
                <w:rFonts w:ascii="Times New Roman" w:hAnsi="Times New Roman"/>
                <w:sz w:val="24"/>
                <w:szCs w:val="24"/>
              </w:rPr>
              <w:t>Требования по 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огласовани</w:t>
            </w:r>
            <w:r w:rsidR="00F250B3" w:rsidRPr="00310E7F">
              <w:rPr>
                <w:rFonts w:ascii="Times New Roman" w:hAnsi="Times New Roman"/>
                <w:sz w:val="24"/>
                <w:szCs w:val="24"/>
              </w:rPr>
              <w:t>ю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ектной документации </w:t>
            </w:r>
          </w:p>
        </w:tc>
        <w:tc>
          <w:tcPr>
            <w:tcW w:w="5812" w:type="dxa"/>
          </w:tcPr>
          <w:p w:rsidR="00680783" w:rsidRPr="00310E7F" w:rsidRDefault="00AE3903" w:rsidP="00310E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AE3903">
              <w:rPr>
                <w:rFonts w:ascii="Times New Roman" w:hAnsi="Times New Roman"/>
                <w:sz w:val="24"/>
                <w:szCs w:val="24"/>
              </w:rPr>
              <w:t xml:space="preserve"> условиях городской застройки требуется соглас</w:t>
            </w:r>
            <w:r w:rsidRPr="00AE3903">
              <w:rPr>
                <w:rFonts w:ascii="Times New Roman" w:hAnsi="Times New Roman"/>
                <w:sz w:val="24"/>
                <w:szCs w:val="24"/>
              </w:rPr>
              <w:t>о</w:t>
            </w:r>
            <w:r w:rsidRPr="00AE3903">
              <w:rPr>
                <w:rFonts w:ascii="Times New Roman" w:hAnsi="Times New Roman"/>
                <w:sz w:val="24"/>
                <w:szCs w:val="24"/>
              </w:rPr>
              <w:t>вание с заинтересованными организациями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46E77" w:rsidRPr="00310E7F" w:rsidTr="009A5A25">
        <w:tc>
          <w:tcPr>
            <w:tcW w:w="4252" w:type="dxa"/>
          </w:tcPr>
          <w:p w:rsidR="00B46E77" w:rsidRPr="00310E7F" w:rsidRDefault="00B46E77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24. Требования к составу и содерж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нию документов, передаваемых по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д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рядчиком заказчику</w:t>
            </w:r>
          </w:p>
        </w:tc>
        <w:tc>
          <w:tcPr>
            <w:tcW w:w="5812" w:type="dxa"/>
          </w:tcPr>
          <w:p w:rsidR="003F4675" w:rsidRPr="00310E7F" w:rsidRDefault="000404FE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- Сметная документация </w:t>
            </w:r>
            <w:r w:rsidR="003F4675" w:rsidRPr="00310E7F">
              <w:rPr>
                <w:rFonts w:ascii="Times New Roman" w:hAnsi="Times New Roman"/>
                <w:sz w:val="24"/>
                <w:szCs w:val="24"/>
              </w:rPr>
              <w:t xml:space="preserve"> локальные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сметы</w:t>
            </w:r>
            <w:proofErr w:type="gramStart"/>
            <w:r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F4C" w:rsidRPr="00310E7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3F4675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F4675" w:rsidRPr="00310E7F" w:rsidRDefault="003F4675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- В период строительства и монтажа </w:t>
            </w:r>
            <w:proofErr w:type="spellStart"/>
            <w:r w:rsidRPr="00310E7F">
              <w:rPr>
                <w:rFonts w:ascii="Times New Roman" w:hAnsi="Times New Roman"/>
                <w:sz w:val="24"/>
                <w:szCs w:val="24"/>
              </w:rPr>
              <w:t>энергообъекта</w:t>
            </w:r>
            <w:proofErr w:type="spellEnd"/>
            <w:r w:rsidRPr="00310E7F">
              <w:rPr>
                <w:rFonts w:ascii="Times New Roman" w:hAnsi="Times New Roman"/>
                <w:sz w:val="24"/>
                <w:szCs w:val="24"/>
              </w:rPr>
              <w:t xml:space="preserve">  - акты промежуточной приёмки узлов оборудования и сооружений,</w:t>
            </w:r>
            <w:r w:rsidR="002E462B" w:rsidRPr="00310E7F">
              <w:rPr>
                <w:rFonts w:ascii="Times New Roman" w:hAnsi="Times New Roman"/>
                <w:sz w:val="24"/>
                <w:szCs w:val="24"/>
              </w:rPr>
              <w:t xml:space="preserve"> в том числе акты скрытых работ, акты выполненных работ формы КС-2 , КС-3.</w:t>
            </w:r>
          </w:p>
          <w:p w:rsidR="00DF5CFC" w:rsidRPr="00310E7F" w:rsidRDefault="00DF5CFC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Приемосдаточная документация на все виды и этапы работ.</w:t>
            </w:r>
          </w:p>
        </w:tc>
      </w:tr>
      <w:tr w:rsidR="00802FFE" w:rsidRPr="00310E7F" w:rsidTr="009A5A25">
        <w:trPr>
          <w:trHeight w:val="567"/>
        </w:trPr>
        <w:tc>
          <w:tcPr>
            <w:tcW w:w="4252" w:type="dxa"/>
          </w:tcPr>
          <w:p w:rsidR="00802FFE" w:rsidRPr="00310E7F" w:rsidRDefault="00802FFE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25. Требования по количеству экзем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п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ляров документации, передаваемой заказчику</w:t>
            </w:r>
          </w:p>
        </w:tc>
        <w:tc>
          <w:tcPr>
            <w:tcW w:w="5812" w:type="dxa"/>
          </w:tcPr>
          <w:p w:rsidR="00802FFE" w:rsidRPr="00310E7F" w:rsidRDefault="005262AB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Акты промежуточной приемки и Акты на скрытые работы передаются Заказчику в 2-х экземплярах</w:t>
            </w:r>
          </w:p>
        </w:tc>
      </w:tr>
      <w:tr w:rsidR="00802FFE" w:rsidRPr="00310E7F" w:rsidTr="000E6D1A">
        <w:trPr>
          <w:cantSplit/>
          <w:trHeight w:val="1134"/>
        </w:trPr>
        <w:tc>
          <w:tcPr>
            <w:tcW w:w="4252" w:type="dxa"/>
          </w:tcPr>
          <w:p w:rsidR="00802FFE" w:rsidRPr="00310E7F" w:rsidRDefault="00802FFE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26. Дополнительные требования и особые условия</w:t>
            </w:r>
          </w:p>
        </w:tc>
        <w:tc>
          <w:tcPr>
            <w:tcW w:w="5812" w:type="dxa"/>
          </w:tcPr>
          <w:p w:rsidR="00802FFE" w:rsidRPr="00310E7F" w:rsidRDefault="00802FFE" w:rsidP="000E6D1A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Наличие квалифицированного персонала с допуском к данному виду работ; наличие сертифицированного оборудования для выполнения работ; документ СРО – все документы должны быть заверены подписью д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ректора предприятия.</w:t>
            </w:r>
          </w:p>
          <w:p w:rsidR="000B5EC1" w:rsidRPr="00310E7F" w:rsidRDefault="002E462B" w:rsidP="000E6D1A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Оплата по настоящему договору осуществляется З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казчиком после подписания сторонами Акта сдач</w:t>
            </w:r>
            <w:proofErr w:type="gramStart"/>
            <w:r w:rsidRPr="00310E7F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приемки выполненных работ, на основании выста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в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ленного Исполнителем </w:t>
            </w:r>
            <w:r w:rsidR="000B5EC1" w:rsidRPr="00310E7F">
              <w:rPr>
                <w:rFonts w:ascii="Times New Roman" w:hAnsi="Times New Roman"/>
                <w:sz w:val="24"/>
                <w:szCs w:val="24"/>
              </w:rPr>
              <w:t>Счета –Фактуры.</w:t>
            </w:r>
          </w:p>
          <w:p w:rsidR="002E462B" w:rsidRPr="00310E7F" w:rsidRDefault="000B5EC1" w:rsidP="000E6D1A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 w:rsidR="002E462B" w:rsidRPr="00310E7F">
              <w:rPr>
                <w:rFonts w:ascii="Times New Roman" w:hAnsi="Times New Roman"/>
                <w:sz w:val="24"/>
                <w:szCs w:val="24"/>
              </w:rPr>
              <w:t>Счет-Фактура на оплату должен быть выставлен И</w:t>
            </w:r>
            <w:r w:rsidR="002E462B" w:rsidRPr="00310E7F">
              <w:rPr>
                <w:rFonts w:ascii="Times New Roman" w:hAnsi="Times New Roman"/>
                <w:sz w:val="24"/>
                <w:szCs w:val="24"/>
              </w:rPr>
              <w:t>с</w:t>
            </w:r>
            <w:r w:rsidR="002E462B" w:rsidRPr="00310E7F">
              <w:rPr>
                <w:rFonts w:ascii="Times New Roman" w:hAnsi="Times New Roman"/>
                <w:sz w:val="24"/>
                <w:szCs w:val="24"/>
              </w:rPr>
              <w:t>полнителем не позднее 5 ( пяти) календарных дней со дня подписания Акта сдач</w:t>
            </w:r>
            <w:proofErr w:type="gramStart"/>
            <w:r w:rsidR="002E462B" w:rsidRPr="00310E7F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="002E462B" w:rsidRPr="00310E7F">
              <w:rPr>
                <w:rFonts w:ascii="Times New Roman" w:hAnsi="Times New Roman"/>
                <w:sz w:val="24"/>
                <w:szCs w:val="24"/>
              </w:rPr>
              <w:t xml:space="preserve"> приемки выполненных работ.</w:t>
            </w:r>
          </w:p>
        </w:tc>
      </w:tr>
    </w:tbl>
    <w:p w:rsidR="00A14D28" w:rsidRPr="00310E7F" w:rsidRDefault="00A14D28" w:rsidP="00310E7F">
      <w:pPr>
        <w:rPr>
          <w:rFonts w:ascii="Times New Roman" w:hAnsi="Times New Roman"/>
          <w:sz w:val="24"/>
          <w:szCs w:val="24"/>
        </w:rPr>
      </w:pPr>
      <w:r w:rsidRPr="00310E7F">
        <w:rPr>
          <w:rFonts w:ascii="Times New Roman" w:hAnsi="Times New Roman"/>
          <w:sz w:val="24"/>
          <w:szCs w:val="24"/>
        </w:rPr>
        <w:tab/>
        <w:t xml:space="preserve"> </w:t>
      </w:r>
    </w:p>
    <w:p w:rsidR="00A14D28" w:rsidRPr="00310E7F" w:rsidRDefault="00A14D28" w:rsidP="00310E7F">
      <w:pPr>
        <w:rPr>
          <w:rFonts w:ascii="Times New Roman" w:hAnsi="Times New Roman"/>
          <w:sz w:val="24"/>
          <w:szCs w:val="24"/>
        </w:rPr>
      </w:pPr>
    </w:p>
    <w:p w:rsidR="00A14D28" w:rsidRPr="00310E7F" w:rsidRDefault="00A14D28" w:rsidP="00310E7F">
      <w:pPr>
        <w:rPr>
          <w:rFonts w:ascii="Times New Roman" w:hAnsi="Times New Roman"/>
          <w:sz w:val="24"/>
          <w:szCs w:val="24"/>
        </w:rPr>
      </w:pPr>
    </w:p>
    <w:p w:rsidR="00F1386A" w:rsidRPr="00A14D28" w:rsidRDefault="00A14D28" w:rsidP="008E7A81">
      <w:pPr>
        <w:rPr>
          <w:rFonts w:ascii="Arial" w:hAnsi="Arial" w:cs="Arial"/>
        </w:rPr>
      </w:pPr>
      <w:r w:rsidRPr="00310E7F">
        <w:rPr>
          <w:rFonts w:ascii="Times New Roman" w:hAnsi="Times New Roman"/>
          <w:sz w:val="24"/>
          <w:szCs w:val="24"/>
        </w:rPr>
        <w:t>Составил инженер ПТО</w:t>
      </w:r>
      <w:r w:rsidRPr="00310E7F">
        <w:rPr>
          <w:rFonts w:ascii="Times New Roman" w:hAnsi="Times New Roman"/>
          <w:sz w:val="24"/>
          <w:szCs w:val="24"/>
        </w:rPr>
        <w:tab/>
      </w:r>
      <w:r w:rsidRPr="00310E7F">
        <w:rPr>
          <w:rFonts w:ascii="Times New Roman" w:hAnsi="Times New Roman"/>
          <w:sz w:val="24"/>
          <w:szCs w:val="24"/>
        </w:rPr>
        <w:tab/>
      </w:r>
      <w:r w:rsidRPr="00310E7F">
        <w:rPr>
          <w:rFonts w:ascii="Times New Roman" w:hAnsi="Times New Roman"/>
          <w:sz w:val="24"/>
          <w:szCs w:val="24"/>
        </w:rPr>
        <w:tab/>
      </w:r>
      <w:r w:rsidRPr="00310E7F">
        <w:rPr>
          <w:rFonts w:ascii="Times New Roman" w:hAnsi="Times New Roman"/>
          <w:sz w:val="24"/>
          <w:szCs w:val="24"/>
        </w:rPr>
        <w:tab/>
      </w:r>
      <w:r w:rsidRPr="00310E7F">
        <w:rPr>
          <w:rFonts w:ascii="Times New Roman" w:hAnsi="Times New Roman"/>
          <w:sz w:val="24"/>
          <w:szCs w:val="24"/>
        </w:rPr>
        <w:tab/>
      </w:r>
      <w:r w:rsidRPr="00310E7F">
        <w:rPr>
          <w:rFonts w:ascii="Times New Roman" w:hAnsi="Times New Roman"/>
          <w:sz w:val="24"/>
          <w:szCs w:val="24"/>
        </w:rPr>
        <w:tab/>
        <w:t xml:space="preserve">Александровский Н.М.      </w:t>
      </w:r>
    </w:p>
    <w:sectPr w:rsidR="00F1386A" w:rsidRPr="00A14D28" w:rsidSect="00EC48AF">
      <w:pgSz w:w="11906" w:h="16838" w:code="9"/>
      <w:pgMar w:top="567" w:right="849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CD5" w:rsidRDefault="00506CD5">
      <w:r>
        <w:separator/>
      </w:r>
    </w:p>
  </w:endnote>
  <w:endnote w:type="continuationSeparator" w:id="0">
    <w:p w:rsidR="00506CD5" w:rsidRDefault="00506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CD5" w:rsidRDefault="00506CD5">
      <w:r>
        <w:separator/>
      </w:r>
    </w:p>
  </w:footnote>
  <w:footnote w:type="continuationSeparator" w:id="0">
    <w:p w:rsidR="00506CD5" w:rsidRDefault="00506C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D7B5B7E"/>
    <w:multiLevelType w:val="hybridMultilevel"/>
    <w:tmpl w:val="7C58A7BA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hint="default"/>
      </w:rPr>
    </w:lvl>
  </w:abstractNum>
  <w:abstractNum w:abstractNumId="3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4AC30B0"/>
    <w:multiLevelType w:val="hybridMultilevel"/>
    <w:tmpl w:val="075E1D12"/>
    <w:lvl w:ilvl="0" w:tplc="C5FCCBA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18765C9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5ED263E"/>
    <w:multiLevelType w:val="hybridMultilevel"/>
    <w:tmpl w:val="F0208F76"/>
    <w:lvl w:ilvl="0" w:tplc="C5FCCBA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9">
    <w:nsid w:val="29085DC4"/>
    <w:multiLevelType w:val="hybridMultilevel"/>
    <w:tmpl w:val="C9BE2A78"/>
    <w:lvl w:ilvl="0" w:tplc="FFFFFFFF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900EC9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4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086AD5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7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40886964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6F2FD5"/>
    <w:multiLevelType w:val="hybridMultilevel"/>
    <w:tmpl w:val="779A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1057ECF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1875BDD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28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58DA7478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B906E38"/>
    <w:multiLevelType w:val="hybridMultilevel"/>
    <w:tmpl w:val="D5363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9C74FF"/>
    <w:multiLevelType w:val="hybridMultilevel"/>
    <w:tmpl w:val="E320C356"/>
    <w:lvl w:ilvl="0" w:tplc="E828DB7C">
      <w:start w:val="1"/>
      <w:numFmt w:val="decimal"/>
      <w:lvlText w:val="%1."/>
      <w:lvlJc w:val="left"/>
      <w:pPr>
        <w:ind w:left="114" w:hanging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32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3">
    <w:nsid w:val="60526699"/>
    <w:multiLevelType w:val="hybridMultilevel"/>
    <w:tmpl w:val="84787076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6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8">
    <w:nsid w:val="745F2DE7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42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C9D5995"/>
    <w:multiLevelType w:val="multilevel"/>
    <w:tmpl w:val="DD022BCE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4">
    <w:nsid w:val="7D876CC3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7"/>
  </w:num>
  <w:num w:numId="3">
    <w:abstractNumId w:val="23"/>
  </w:num>
  <w:num w:numId="4">
    <w:abstractNumId w:val="34"/>
  </w:num>
  <w:num w:numId="5">
    <w:abstractNumId w:val="32"/>
  </w:num>
  <w:num w:numId="6">
    <w:abstractNumId w:val="17"/>
  </w:num>
  <w:num w:numId="7">
    <w:abstractNumId w:val="16"/>
  </w:num>
  <w:num w:numId="8">
    <w:abstractNumId w:val="5"/>
  </w:num>
  <w:num w:numId="9">
    <w:abstractNumId w:val="35"/>
  </w:num>
  <w:num w:numId="10">
    <w:abstractNumId w:val="39"/>
  </w:num>
  <w:num w:numId="11">
    <w:abstractNumId w:val="19"/>
  </w:num>
  <w:num w:numId="12">
    <w:abstractNumId w:val="41"/>
  </w:num>
  <w:num w:numId="13">
    <w:abstractNumId w:val="45"/>
  </w:num>
  <w:num w:numId="14">
    <w:abstractNumId w:val="22"/>
  </w:num>
  <w:num w:numId="15">
    <w:abstractNumId w:val="11"/>
  </w:num>
  <w:num w:numId="16">
    <w:abstractNumId w:val="27"/>
  </w:num>
  <w:num w:numId="17">
    <w:abstractNumId w:val="0"/>
  </w:num>
  <w:num w:numId="18">
    <w:abstractNumId w:val="20"/>
  </w:num>
  <w:num w:numId="19">
    <w:abstractNumId w:val="3"/>
  </w:num>
  <w:num w:numId="20">
    <w:abstractNumId w:val="14"/>
  </w:num>
  <w:num w:numId="21">
    <w:abstractNumId w:val="42"/>
  </w:num>
  <w:num w:numId="22">
    <w:abstractNumId w:val="12"/>
  </w:num>
  <w:num w:numId="23">
    <w:abstractNumId w:val="36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28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6"/>
  </w:num>
  <w:num w:numId="28">
    <w:abstractNumId w:val="40"/>
  </w:num>
  <w:num w:numId="29">
    <w:abstractNumId w:val="26"/>
  </w:num>
  <w:num w:numId="30">
    <w:abstractNumId w:val="43"/>
  </w:num>
  <w:num w:numId="31">
    <w:abstractNumId w:val="30"/>
  </w:num>
  <w:num w:numId="32">
    <w:abstractNumId w:val="21"/>
  </w:num>
  <w:num w:numId="33">
    <w:abstractNumId w:val="9"/>
  </w:num>
  <w:num w:numId="34">
    <w:abstractNumId w:val="33"/>
  </w:num>
  <w:num w:numId="35">
    <w:abstractNumId w:val="2"/>
  </w:num>
  <w:num w:numId="36">
    <w:abstractNumId w:val="31"/>
  </w:num>
  <w:num w:numId="37">
    <w:abstractNumId w:val="8"/>
  </w:num>
  <w:num w:numId="38">
    <w:abstractNumId w:val="4"/>
  </w:num>
  <w:num w:numId="39">
    <w:abstractNumId w:val="24"/>
  </w:num>
  <w:num w:numId="40">
    <w:abstractNumId w:val="44"/>
  </w:num>
  <w:num w:numId="41">
    <w:abstractNumId w:val="7"/>
  </w:num>
  <w:num w:numId="42">
    <w:abstractNumId w:val="15"/>
  </w:num>
  <w:num w:numId="43">
    <w:abstractNumId w:val="38"/>
  </w:num>
  <w:num w:numId="44">
    <w:abstractNumId w:val="10"/>
  </w:num>
  <w:num w:numId="45">
    <w:abstractNumId w:val="18"/>
  </w:num>
  <w:num w:numId="46">
    <w:abstractNumId w:val="29"/>
  </w:num>
  <w:num w:numId="47">
    <w:abstractNumId w:val="2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stylePaneFormatFilter w:val="3F01"/>
  <w:defaultTabStop w:val="284"/>
  <w:autoHyphenation/>
  <w:evenAndOddHeaders/>
  <w:drawingGridHorizontalSpacing w:val="100"/>
  <w:displayHorizontalDrawingGridEvery w:val="2"/>
  <w:noPunctuationKerning/>
  <w:characterSpacingControl w:val="doNotCompress"/>
  <w:hdrShapeDefaults>
    <o:shapedefaults v:ext="edit" spidmax="449538"/>
  </w:hdrShapeDefaults>
  <w:footnotePr>
    <w:footnote w:id="-1"/>
    <w:footnote w:id="0"/>
  </w:footnotePr>
  <w:endnotePr>
    <w:endnote w:id="-1"/>
    <w:endnote w:id="0"/>
  </w:endnotePr>
  <w:compat/>
  <w:rsids>
    <w:rsidRoot w:val="00533B4F"/>
    <w:rsid w:val="0000407B"/>
    <w:rsid w:val="0000596A"/>
    <w:rsid w:val="00005D7D"/>
    <w:rsid w:val="0000603C"/>
    <w:rsid w:val="000064E0"/>
    <w:rsid w:val="00007AC6"/>
    <w:rsid w:val="0001009A"/>
    <w:rsid w:val="00010168"/>
    <w:rsid w:val="00010973"/>
    <w:rsid w:val="00011561"/>
    <w:rsid w:val="0001235A"/>
    <w:rsid w:val="000129A8"/>
    <w:rsid w:val="000131A0"/>
    <w:rsid w:val="0001371E"/>
    <w:rsid w:val="0001412E"/>
    <w:rsid w:val="00014D6B"/>
    <w:rsid w:val="00014E34"/>
    <w:rsid w:val="00016984"/>
    <w:rsid w:val="00017911"/>
    <w:rsid w:val="000221E6"/>
    <w:rsid w:val="00022A50"/>
    <w:rsid w:val="00022EB6"/>
    <w:rsid w:val="00023952"/>
    <w:rsid w:val="000239FF"/>
    <w:rsid w:val="000244CE"/>
    <w:rsid w:val="0002469B"/>
    <w:rsid w:val="00026D7E"/>
    <w:rsid w:val="00030E5E"/>
    <w:rsid w:val="000312A9"/>
    <w:rsid w:val="00031E32"/>
    <w:rsid w:val="00032210"/>
    <w:rsid w:val="000323D5"/>
    <w:rsid w:val="000326F9"/>
    <w:rsid w:val="00032862"/>
    <w:rsid w:val="000349C4"/>
    <w:rsid w:val="00034A5E"/>
    <w:rsid w:val="0003522E"/>
    <w:rsid w:val="000354BB"/>
    <w:rsid w:val="00035E5B"/>
    <w:rsid w:val="000365D2"/>
    <w:rsid w:val="00037042"/>
    <w:rsid w:val="000404FE"/>
    <w:rsid w:val="000409B8"/>
    <w:rsid w:val="0004158A"/>
    <w:rsid w:val="00042895"/>
    <w:rsid w:val="000437B5"/>
    <w:rsid w:val="00047007"/>
    <w:rsid w:val="00050492"/>
    <w:rsid w:val="00050F7C"/>
    <w:rsid w:val="00052418"/>
    <w:rsid w:val="00054488"/>
    <w:rsid w:val="00054ACC"/>
    <w:rsid w:val="00056BE0"/>
    <w:rsid w:val="00057082"/>
    <w:rsid w:val="00057F4D"/>
    <w:rsid w:val="000602AB"/>
    <w:rsid w:val="00061729"/>
    <w:rsid w:val="000624B2"/>
    <w:rsid w:val="00062899"/>
    <w:rsid w:val="000636AE"/>
    <w:rsid w:val="00063A92"/>
    <w:rsid w:val="00063C56"/>
    <w:rsid w:val="0006433F"/>
    <w:rsid w:val="000644FF"/>
    <w:rsid w:val="00064A45"/>
    <w:rsid w:val="00065C37"/>
    <w:rsid w:val="000670ED"/>
    <w:rsid w:val="000723AB"/>
    <w:rsid w:val="000734DB"/>
    <w:rsid w:val="0007375A"/>
    <w:rsid w:val="00073B52"/>
    <w:rsid w:val="00075799"/>
    <w:rsid w:val="00076208"/>
    <w:rsid w:val="00077148"/>
    <w:rsid w:val="00077353"/>
    <w:rsid w:val="00077BEA"/>
    <w:rsid w:val="000814CD"/>
    <w:rsid w:val="00082ADC"/>
    <w:rsid w:val="00084095"/>
    <w:rsid w:val="00084FEA"/>
    <w:rsid w:val="00085CF1"/>
    <w:rsid w:val="000878F4"/>
    <w:rsid w:val="00087B65"/>
    <w:rsid w:val="00091D14"/>
    <w:rsid w:val="0009336D"/>
    <w:rsid w:val="00093E18"/>
    <w:rsid w:val="0009640B"/>
    <w:rsid w:val="00096539"/>
    <w:rsid w:val="00096ACB"/>
    <w:rsid w:val="00096E08"/>
    <w:rsid w:val="000971DA"/>
    <w:rsid w:val="00097894"/>
    <w:rsid w:val="000A025F"/>
    <w:rsid w:val="000A174A"/>
    <w:rsid w:val="000A2027"/>
    <w:rsid w:val="000A27FA"/>
    <w:rsid w:val="000A4387"/>
    <w:rsid w:val="000A4CA4"/>
    <w:rsid w:val="000A5AD6"/>
    <w:rsid w:val="000A6F6E"/>
    <w:rsid w:val="000A7B1D"/>
    <w:rsid w:val="000B038F"/>
    <w:rsid w:val="000B2A6E"/>
    <w:rsid w:val="000B45D9"/>
    <w:rsid w:val="000B54D9"/>
    <w:rsid w:val="000B5B6F"/>
    <w:rsid w:val="000B5EC1"/>
    <w:rsid w:val="000B69BC"/>
    <w:rsid w:val="000C2215"/>
    <w:rsid w:val="000C283F"/>
    <w:rsid w:val="000C35F6"/>
    <w:rsid w:val="000C509D"/>
    <w:rsid w:val="000C5925"/>
    <w:rsid w:val="000C6953"/>
    <w:rsid w:val="000C7C48"/>
    <w:rsid w:val="000D0ADD"/>
    <w:rsid w:val="000D0B15"/>
    <w:rsid w:val="000D0F55"/>
    <w:rsid w:val="000D2839"/>
    <w:rsid w:val="000D3069"/>
    <w:rsid w:val="000D30B3"/>
    <w:rsid w:val="000D5521"/>
    <w:rsid w:val="000D57C6"/>
    <w:rsid w:val="000D5BF8"/>
    <w:rsid w:val="000D60F4"/>
    <w:rsid w:val="000D7002"/>
    <w:rsid w:val="000D7DF6"/>
    <w:rsid w:val="000E5699"/>
    <w:rsid w:val="000E5E0F"/>
    <w:rsid w:val="000E5F5C"/>
    <w:rsid w:val="000E6D1A"/>
    <w:rsid w:val="000E7FC7"/>
    <w:rsid w:val="000F1C48"/>
    <w:rsid w:val="000F1E4F"/>
    <w:rsid w:val="000F1EBB"/>
    <w:rsid w:val="000F3131"/>
    <w:rsid w:val="000F50ED"/>
    <w:rsid w:val="000F5C7A"/>
    <w:rsid w:val="000F61FD"/>
    <w:rsid w:val="000F6549"/>
    <w:rsid w:val="000F7F0A"/>
    <w:rsid w:val="00100C14"/>
    <w:rsid w:val="001032E6"/>
    <w:rsid w:val="00103531"/>
    <w:rsid w:val="00104AB3"/>
    <w:rsid w:val="00106B0D"/>
    <w:rsid w:val="00107BE0"/>
    <w:rsid w:val="0011063F"/>
    <w:rsid w:val="001111B0"/>
    <w:rsid w:val="00112244"/>
    <w:rsid w:val="00112683"/>
    <w:rsid w:val="00112F85"/>
    <w:rsid w:val="00113022"/>
    <w:rsid w:val="00114221"/>
    <w:rsid w:val="0011455A"/>
    <w:rsid w:val="00117992"/>
    <w:rsid w:val="00121FCD"/>
    <w:rsid w:val="00122256"/>
    <w:rsid w:val="001224DC"/>
    <w:rsid w:val="00124C9B"/>
    <w:rsid w:val="00125260"/>
    <w:rsid w:val="00126496"/>
    <w:rsid w:val="00126A5C"/>
    <w:rsid w:val="001270C6"/>
    <w:rsid w:val="001277D3"/>
    <w:rsid w:val="00134152"/>
    <w:rsid w:val="0013557E"/>
    <w:rsid w:val="00135B55"/>
    <w:rsid w:val="0013659A"/>
    <w:rsid w:val="0013661D"/>
    <w:rsid w:val="0013692B"/>
    <w:rsid w:val="00137065"/>
    <w:rsid w:val="00137571"/>
    <w:rsid w:val="0013763C"/>
    <w:rsid w:val="00137AFB"/>
    <w:rsid w:val="00141B4B"/>
    <w:rsid w:val="0014296B"/>
    <w:rsid w:val="0015041F"/>
    <w:rsid w:val="0015230B"/>
    <w:rsid w:val="00153BA6"/>
    <w:rsid w:val="00155CC7"/>
    <w:rsid w:val="00155DBB"/>
    <w:rsid w:val="00155EB3"/>
    <w:rsid w:val="0015780D"/>
    <w:rsid w:val="0016026B"/>
    <w:rsid w:val="00160E4F"/>
    <w:rsid w:val="0016108F"/>
    <w:rsid w:val="00161DE5"/>
    <w:rsid w:val="00162435"/>
    <w:rsid w:val="00162D00"/>
    <w:rsid w:val="00163D40"/>
    <w:rsid w:val="00164DAF"/>
    <w:rsid w:val="001664F4"/>
    <w:rsid w:val="00166945"/>
    <w:rsid w:val="00167580"/>
    <w:rsid w:val="00170732"/>
    <w:rsid w:val="00171326"/>
    <w:rsid w:val="001714DA"/>
    <w:rsid w:val="00173441"/>
    <w:rsid w:val="00174E7C"/>
    <w:rsid w:val="00175D12"/>
    <w:rsid w:val="00177F0B"/>
    <w:rsid w:val="00181A94"/>
    <w:rsid w:val="00182244"/>
    <w:rsid w:val="00183A51"/>
    <w:rsid w:val="00184D17"/>
    <w:rsid w:val="00185839"/>
    <w:rsid w:val="00185D92"/>
    <w:rsid w:val="00186CF2"/>
    <w:rsid w:val="00187C56"/>
    <w:rsid w:val="00190980"/>
    <w:rsid w:val="00190CF7"/>
    <w:rsid w:val="001912F0"/>
    <w:rsid w:val="00191AC4"/>
    <w:rsid w:val="0019262C"/>
    <w:rsid w:val="00193CAA"/>
    <w:rsid w:val="001942FD"/>
    <w:rsid w:val="00196678"/>
    <w:rsid w:val="001978E0"/>
    <w:rsid w:val="001A0577"/>
    <w:rsid w:val="001A0E43"/>
    <w:rsid w:val="001A46E0"/>
    <w:rsid w:val="001A4770"/>
    <w:rsid w:val="001A51D0"/>
    <w:rsid w:val="001A5577"/>
    <w:rsid w:val="001A559B"/>
    <w:rsid w:val="001A78C3"/>
    <w:rsid w:val="001B27A5"/>
    <w:rsid w:val="001B28C4"/>
    <w:rsid w:val="001B2FCB"/>
    <w:rsid w:val="001B3648"/>
    <w:rsid w:val="001B4162"/>
    <w:rsid w:val="001B4FC9"/>
    <w:rsid w:val="001B58B5"/>
    <w:rsid w:val="001B6428"/>
    <w:rsid w:val="001B65ED"/>
    <w:rsid w:val="001B72FD"/>
    <w:rsid w:val="001B7591"/>
    <w:rsid w:val="001C0865"/>
    <w:rsid w:val="001C146D"/>
    <w:rsid w:val="001C3208"/>
    <w:rsid w:val="001C37C6"/>
    <w:rsid w:val="001C6A41"/>
    <w:rsid w:val="001C6A84"/>
    <w:rsid w:val="001C6D8C"/>
    <w:rsid w:val="001C7610"/>
    <w:rsid w:val="001D066F"/>
    <w:rsid w:val="001D0B8F"/>
    <w:rsid w:val="001D1913"/>
    <w:rsid w:val="001D3BE7"/>
    <w:rsid w:val="001D4668"/>
    <w:rsid w:val="001D56F7"/>
    <w:rsid w:val="001D6297"/>
    <w:rsid w:val="001D7DCB"/>
    <w:rsid w:val="001E1F5B"/>
    <w:rsid w:val="001E25A5"/>
    <w:rsid w:val="001E2818"/>
    <w:rsid w:val="001E306B"/>
    <w:rsid w:val="001E381C"/>
    <w:rsid w:val="001E4968"/>
    <w:rsid w:val="001E4CE1"/>
    <w:rsid w:val="001E524D"/>
    <w:rsid w:val="001E5B23"/>
    <w:rsid w:val="001E6046"/>
    <w:rsid w:val="001F017B"/>
    <w:rsid w:val="001F0312"/>
    <w:rsid w:val="001F1F36"/>
    <w:rsid w:val="001F50EA"/>
    <w:rsid w:val="001F54D3"/>
    <w:rsid w:val="001F5865"/>
    <w:rsid w:val="001F5BF7"/>
    <w:rsid w:val="001F6D0D"/>
    <w:rsid w:val="001F767A"/>
    <w:rsid w:val="001F7ADE"/>
    <w:rsid w:val="002005F5"/>
    <w:rsid w:val="00201C99"/>
    <w:rsid w:val="00202962"/>
    <w:rsid w:val="0020367D"/>
    <w:rsid w:val="00203BA9"/>
    <w:rsid w:val="00203EB6"/>
    <w:rsid w:val="00205319"/>
    <w:rsid w:val="002057A0"/>
    <w:rsid w:val="00205B12"/>
    <w:rsid w:val="002073FF"/>
    <w:rsid w:val="00210728"/>
    <w:rsid w:val="0021086E"/>
    <w:rsid w:val="00211556"/>
    <w:rsid w:val="00211FFE"/>
    <w:rsid w:val="00212AD4"/>
    <w:rsid w:val="00212C99"/>
    <w:rsid w:val="002152A4"/>
    <w:rsid w:val="00216622"/>
    <w:rsid w:val="00216EE2"/>
    <w:rsid w:val="00217680"/>
    <w:rsid w:val="002178BB"/>
    <w:rsid w:val="002206DD"/>
    <w:rsid w:val="002208BA"/>
    <w:rsid w:val="00220A25"/>
    <w:rsid w:val="00220C3A"/>
    <w:rsid w:val="002213CA"/>
    <w:rsid w:val="002218C1"/>
    <w:rsid w:val="002237D8"/>
    <w:rsid w:val="00223E55"/>
    <w:rsid w:val="002244C6"/>
    <w:rsid w:val="002245F8"/>
    <w:rsid w:val="00224773"/>
    <w:rsid w:val="00225CA6"/>
    <w:rsid w:val="00231BE1"/>
    <w:rsid w:val="002333C0"/>
    <w:rsid w:val="002357C5"/>
    <w:rsid w:val="00235D3A"/>
    <w:rsid w:val="0023631E"/>
    <w:rsid w:val="002369D3"/>
    <w:rsid w:val="00240855"/>
    <w:rsid w:val="00240E44"/>
    <w:rsid w:val="00241498"/>
    <w:rsid w:val="0024163A"/>
    <w:rsid w:val="00241F6D"/>
    <w:rsid w:val="00243B21"/>
    <w:rsid w:val="00244E8C"/>
    <w:rsid w:val="00246735"/>
    <w:rsid w:val="002475D1"/>
    <w:rsid w:val="00247EEC"/>
    <w:rsid w:val="00250029"/>
    <w:rsid w:val="00251354"/>
    <w:rsid w:val="0025151D"/>
    <w:rsid w:val="00252362"/>
    <w:rsid w:val="00252C7C"/>
    <w:rsid w:val="00253139"/>
    <w:rsid w:val="00253D6F"/>
    <w:rsid w:val="00254945"/>
    <w:rsid w:val="00254AAF"/>
    <w:rsid w:val="00255565"/>
    <w:rsid w:val="00260192"/>
    <w:rsid w:val="00260F85"/>
    <w:rsid w:val="00261DAB"/>
    <w:rsid w:val="00262832"/>
    <w:rsid w:val="00263200"/>
    <w:rsid w:val="0026404D"/>
    <w:rsid w:val="002659FD"/>
    <w:rsid w:val="00266067"/>
    <w:rsid w:val="002679BA"/>
    <w:rsid w:val="00271646"/>
    <w:rsid w:val="00272C9C"/>
    <w:rsid w:val="0027378B"/>
    <w:rsid w:val="00273A6D"/>
    <w:rsid w:val="00275F8E"/>
    <w:rsid w:val="002807DD"/>
    <w:rsid w:val="00281553"/>
    <w:rsid w:val="00281B9E"/>
    <w:rsid w:val="00282AA6"/>
    <w:rsid w:val="00286DD7"/>
    <w:rsid w:val="002873AA"/>
    <w:rsid w:val="00287C0C"/>
    <w:rsid w:val="002902B4"/>
    <w:rsid w:val="00290688"/>
    <w:rsid w:val="00290C79"/>
    <w:rsid w:val="0029131C"/>
    <w:rsid w:val="0029165C"/>
    <w:rsid w:val="00294395"/>
    <w:rsid w:val="0029462B"/>
    <w:rsid w:val="002958C9"/>
    <w:rsid w:val="00295CF3"/>
    <w:rsid w:val="0029658B"/>
    <w:rsid w:val="00297647"/>
    <w:rsid w:val="00297B5E"/>
    <w:rsid w:val="002A1714"/>
    <w:rsid w:val="002A19ED"/>
    <w:rsid w:val="002A4609"/>
    <w:rsid w:val="002A48EE"/>
    <w:rsid w:val="002A5172"/>
    <w:rsid w:val="002A551D"/>
    <w:rsid w:val="002B0267"/>
    <w:rsid w:val="002B071E"/>
    <w:rsid w:val="002B0986"/>
    <w:rsid w:val="002B19A7"/>
    <w:rsid w:val="002B20C7"/>
    <w:rsid w:val="002B30E0"/>
    <w:rsid w:val="002B4B3E"/>
    <w:rsid w:val="002B4B40"/>
    <w:rsid w:val="002B585A"/>
    <w:rsid w:val="002C0F4F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C4EAE"/>
    <w:rsid w:val="002D3E2F"/>
    <w:rsid w:val="002D4FD4"/>
    <w:rsid w:val="002D5A8A"/>
    <w:rsid w:val="002D61A0"/>
    <w:rsid w:val="002D6CBA"/>
    <w:rsid w:val="002D6D96"/>
    <w:rsid w:val="002D7B7E"/>
    <w:rsid w:val="002D7EB6"/>
    <w:rsid w:val="002E052E"/>
    <w:rsid w:val="002E0850"/>
    <w:rsid w:val="002E0B52"/>
    <w:rsid w:val="002E18BE"/>
    <w:rsid w:val="002E19DE"/>
    <w:rsid w:val="002E462B"/>
    <w:rsid w:val="002E65E9"/>
    <w:rsid w:val="002E7ED8"/>
    <w:rsid w:val="002F07F8"/>
    <w:rsid w:val="002F0C24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111"/>
    <w:rsid w:val="002F7208"/>
    <w:rsid w:val="00300170"/>
    <w:rsid w:val="00301276"/>
    <w:rsid w:val="00302397"/>
    <w:rsid w:val="00302EAA"/>
    <w:rsid w:val="0030390A"/>
    <w:rsid w:val="0030484E"/>
    <w:rsid w:val="00304874"/>
    <w:rsid w:val="00304A5F"/>
    <w:rsid w:val="00305CC7"/>
    <w:rsid w:val="00306829"/>
    <w:rsid w:val="00306C71"/>
    <w:rsid w:val="0030755A"/>
    <w:rsid w:val="00310C06"/>
    <w:rsid w:val="00310E7F"/>
    <w:rsid w:val="00311481"/>
    <w:rsid w:val="0031182A"/>
    <w:rsid w:val="00312293"/>
    <w:rsid w:val="0031349D"/>
    <w:rsid w:val="00313DA8"/>
    <w:rsid w:val="00315B01"/>
    <w:rsid w:val="00315DB8"/>
    <w:rsid w:val="00316D7B"/>
    <w:rsid w:val="0031704E"/>
    <w:rsid w:val="003173B0"/>
    <w:rsid w:val="00317F44"/>
    <w:rsid w:val="00321269"/>
    <w:rsid w:val="00323308"/>
    <w:rsid w:val="0032492B"/>
    <w:rsid w:val="003252FE"/>
    <w:rsid w:val="0032572E"/>
    <w:rsid w:val="00325A72"/>
    <w:rsid w:val="00326E78"/>
    <w:rsid w:val="003274C4"/>
    <w:rsid w:val="00331E2A"/>
    <w:rsid w:val="00332232"/>
    <w:rsid w:val="0033242C"/>
    <w:rsid w:val="00334438"/>
    <w:rsid w:val="00334EC6"/>
    <w:rsid w:val="00337D72"/>
    <w:rsid w:val="00344016"/>
    <w:rsid w:val="0034411F"/>
    <w:rsid w:val="003449A7"/>
    <w:rsid w:val="00344F27"/>
    <w:rsid w:val="00345AB3"/>
    <w:rsid w:val="00346207"/>
    <w:rsid w:val="00347902"/>
    <w:rsid w:val="00354C9B"/>
    <w:rsid w:val="003558E4"/>
    <w:rsid w:val="00357ADA"/>
    <w:rsid w:val="00360B92"/>
    <w:rsid w:val="003614A9"/>
    <w:rsid w:val="003614B5"/>
    <w:rsid w:val="0036354F"/>
    <w:rsid w:val="003651F5"/>
    <w:rsid w:val="003657D4"/>
    <w:rsid w:val="00365D29"/>
    <w:rsid w:val="003660B2"/>
    <w:rsid w:val="003664B0"/>
    <w:rsid w:val="0036713F"/>
    <w:rsid w:val="003675C7"/>
    <w:rsid w:val="00367804"/>
    <w:rsid w:val="00367866"/>
    <w:rsid w:val="00367E13"/>
    <w:rsid w:val="00370114"/>
    <w:rsid w:val="003704D8"/>
    <w:rsid w:val="00370B0E"/>
    <w:rsid w:val="00370E13"/>
    <w:rsid w:val="0037197D"/>
    <w:rsid w:val="00372079"/>
    <w:rsid w:val="00373C13"/>
    <w:rsid w:val="00373EB2"/>
    <w:rsid w:val="003740C6"/>
    <w:rsid w:val="003745BD"/>
    <w:rsid w:val="00374F4B"/>
    <w:rsid w:val="0037530E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549"/>
    <w:rsid w:val="0039365C"/>
    <w:rsid w:val="0039489E"/>
    <w:rsid w:val="00394D39"/>
    <w:rsid w:val="00394FBE"/>
    <w:rsid w:val="0039521F"/>
    <w:rsid w:val="00395B9B"/>
    <w:rsid w:val="00397249"/>
    <w:rsid w:val="003974F8"/>
    <w:rsid w:val="003978DD"/>
    <w:rsid w:val="003A38F8"/>
    <w:rsid w:val="003A47AB"/>
    <w:rsid w:val="003A52A1"/>
    <w:rsid w:val="003A7205"/>
    <w:rsid w:val="003B0649"/>
    <w:rsid w:val="003B1103"/>
    <w:rsid w:val="003B1FCB"/>
    <w:rsid w:val="003B2CC0"/>
    <w:rsid w:val="003B658B"/>
    <w:rsid w:val="003B7264"/>
    <w:rsid w:val="003B795D"/>
    <w:rsid w:val="003C093A"/>
    <w:rsid w:val="003C0BE8"/>
    <w:rsid w:val="003C0E80"/>
    <w:rsid w:val="003C374B"/>
    <w:rsid w:val="003C5B7E"/>
    <w:rsid w:val="003C7A7E"/>
    <w:rsid w:val="003D19BC"/>
    <w:rsid w:val="003D1D64"/>
    <w:rsid w:val="003D36D0"/>
    <w:rsid w:val="003D3C5B"/>
    <w:rsid w:val="003D66CF"/>
    <w:rsid w:val="003E1E4C"/>
    <w:rsid w:val="003E3A98"/>
    <w:rsid w:val="003E57D2"/>
    <w:rsid w:val="003E5D6B"/>
    <w:rsid w:val="003E5EBC"/>
    <w:rsid w:val="003E62D3"/>
    <w:rsid w:val="003E7EF2"/>
    <w:rsid w:val="003F02F7"/>
    <w:rsid w:val="003F4675"/>
    <w:rsid w:val="003F4FFF"/>
    <w:rsid w:val="003F5601"/>
    <w:rsid w:val="003F680A"/>
    <w:rsid w:val="00400CBB"/>
    <w:rsid w:val="00400FC0"/>
    <w:rsid w:val="004013EB"/>
    <w:rsid w:val="0040205D"/>
    <w:rsid w:val="004042FC"/>
    <w:rsid w:val="0040455B"/>
    <w:rsid w:val="00404CCD"/>
    <w:rsid w:val="00410BC2"/>
    <w:rsid w:val="00410C2A"/>
    <w:rsid w:val="00410C49"/>
    <w:rsid w:val="00410E19"/>
    <w:rsid w:val="004116EB"/>
    <w:rsid w:val="004126C2"/>
    <w:rsid w:val="00413431"/>
    <w:rsid w:val="0041394C"/>
    <w:rsid w:val="00414255"/>
    <w:rsid w:val="0041453E"/>
    <w:rsid w:val="00416376"/>
    <w:rsid w:val="0041683E"/>
    <w:rsid w:val="004177BF"/>
    <w:rsid w:val="00420753"/>
    <w:rsid w:val="00420BA0"/>
    <w:rsid w:val="004221BC"/>
    <w:rsid w:val="00422252"/>
    <w:rsid w:val="0042270B"/>
    <w:rsid w:val="00422A0B"/>
    <w:rsid w:val="00423367"/>
    <w:rsid w:val="00423509"/>
    <w:rsid w:val="004237B0"/>
    <w:rsid w:val="0042395B"/>
    <w:rsid w:val="00424881"/>
    <w:rsid w:val="004258CB"/>
    <w:rsid w:val="00431871"/>
    <w:rsid w:val="00432843"/>
    <w:rsid w:val="00432856"/>
    <w:rsid w:val="00433C8F"/>
    <w:rsid w:val="00434C01"/>
    <w:rsid w:val="00434DA2"/>
    <w:rsid w:val="0043685D"/>
    <w:rsid w:val="004371D7"/>
    <w:rsid w:val="004372AF"/>
    <w:rsid w:val="0043744E"/>
    <w:rsid w:val="004376AB"/>
    <w:rsid w:val="00437DF7"/>
    <w:rsid w:val="00440549"/>
    <w:rsid w:val="00440B78"/>
    <w:rsid w:val="004417F3"/>
    <w:rsid w:val="004418A0"/>
    <w:rsid w:val="004418AC"/>
    <w:rsid w:val="00442271"/>
    <w:rsid w:val="00442A3B"/>
    <w:rsid w:val="00442F8B"/>
    <w:rsid w:val="0044300C"/>
    <w:rsid w:val="004434D5"/>
    <w:rsid w:val="004445BA"/>
    <w:rsid w:val="00444B0E"/>
    <w:rsid w:val="00444D7C"/>
    <w:rsid w:val="00445E37"/>
    <w:rsid w:val="00447AF1"/>
    <w:rsid w:val="00450285"/>
    <w:rsid w:val="004513C4"/>
    <w:rsid w:val="004513CE"/>
    <w:rsid w:val="00452038"/>
    <w:rsid w:val="00452325"/>
    <w:rsid w:val="00452D98"/>
    <w:rsid w:val="00454BDA"/>
    <w:rsid w:val="00456A3F"/>
    <w:rsid w:val="00456DC7"/>
    <w:rsid w:val="004603ED"/>
    <w:rsid w:val="004609B2"/>
    <w:rsid w:val="00461236"/>
    <w:rsid w:val="004617F5"/>
    <w:rsid w:val="004627A0"/>
    <w:rsid w:val="00462D64"/>
    <w:rsid w:val="004667CB"/>
    <w:rsid w:val="00466AFC"/>
    <w:rsid w:val="00466ED8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009C"/>
    <w:rsid w:val="00481201"/>
    <w:rsid w:val="004825EB"/>
    <w:rsid w:val="00482B30"/>
    <w:rsid w:val="00483771"/>
    <w:rsid w:val="00484CD6"/>
    <w:rsid w:val="00484E8B"/>
    <w:rsid w:val="004851C8"/>
    <w:rsid w:val="00485B80"/>
    <w:rsid w:val="00486B21"/>
    <w:rsid w:val="00486FF2"/>
    <w:rsid w:val="004877DB"/>
    <w:rsid w:val="004879A5"/>
    <w:rsid w:val="00490199"/>
    <w:rsid w:val="004903CA"/>
    <w:rsid w:val="00490C89"/>
    <w:rsid w:val="0049139C"/>
    <w:rsid w:val="00491D49"/>
    <w:rsid w:val="004933B3"/>
    <w:rsid w:val="0049402F"/>
    <w:rsid w:val="00494499"/>
    <w:rsid w:val="00494E95"/>
    <w:rsid w:val="00494F8F"/>
    <w:rsid w:val="004956DB"/>
    <w:rsid w:val="00495F95"/>
    <w:rsid w:val="00496478"/>
    <w:rsid w:val="0049707A"/>
    <w:rsid w:val="004972C6"/>
    <w:rsid w:val="00497D4C"/>
    <w:rsid w:val="004A03F2"/>
    <w:rsid w:val="004A1385"/>
    <w:rsid w:val="004A1B1F"/>
    <w:rsid w:val="004A5524"/>
    <w:rsid w:val="004A5C57"/>
    <w:rsid w:val="004A78F4"/>
    <w:rsid w:val="004B045D"/>
    <w:rsid w:val="004B0D40"/>
    <w:rsid w:val="004B1542"/>
    <w:rsid w:val="004B29AB"/>
    <w:rsid w:val="004B43E0"/>
    <w:rsid w:val="004B4826"/>
    <w:rsid w:val="004B5BB8"/>
    <w:rsid w:val="004B6666"/>
    <w:rsid w:val="004B72CF"/>
    <w:rsid w:val="004C0079"/>
    <w:rsid w:val="004C03D7"/>
    <w:rsid w:val="004C1865"/>
    <w:rsid w:val="004C1995"/>
    <w:rsid w:val="004C1F3A"/>
    <w:rsid w:val="004C27AC"/>
    <w:rsid w:val="004C5926"/>
    <w:rsid w:val="004C5EB9"/>
    <w:rsid w:val="004C6D4E"/>
    <w:rsid w:val="004C75D4"/>
    <w:rsid w:val="004C7BB9"/>
    <w:rsid w:val="004D0793"/>
    <w:rsid w:val="004D2665"/>
    <w:rsid w:val="004D269F"/>
    <w:rsid w:val="004D26F5"/>
    <w:rsid w:val="004D5315"/>
    <w:rsid w:val="004D556E"/>
    <w:rsid w:val="004D6A06"/>
    <w:rsid w:val="004E0070"/>
    <w:rsid w:val="004E02A2"/>
    <w:rsid w:val="004E07B4"/>
    <w:rsid w:val="004E148E"/>
    <w:rsid w:val="004E21B5"/>
    <w:rsid w:val="004E332F"/>
    <w:rsid w:val="004E3B51"/>
    <w:rsid w:val="004E492C"/>
    <w:rsid w:val="004E50AF"/>
    <w:rsid w:val="004E5D07"/>
    <w:rsid w:val="004E60ED"/>
    <w:rsid w:val="004F0666"/>
    <w:rsid w:val="004F0785"/>
    <w:rsid w:val="004F1A10"/>
    <w:rsid w:val="004F245C"/>
    <w:rsid w:val="004F4D0A"/>
    <w:rsid w:val="004F55CF"/>
    <w:rsid w:val="004F6598"/>
    <w:rsid w:val="004F6764"/>
    <w:rsid w:val="004F79E0"/>
    <w:rsid w:val="00500690"/>
    <w:rsid w:val="00500A1D"/>
    <w:rsid w:val="0050204C"/>
    <w:rsid w:val="005027ED"/>
    <w:rsid w:val="00502D42"/>
    <w:rsid w:val="00502FB9"/>
    <w:rsid w:val="00504237"/>
    <w:rsid w:val="0050476E"/>
    <w:rsid w:val="005061DD"/>
    <w:rsid w:val="00506CD5"/>
    <w:rsid w:val="005076CC"/>
    <w:rsid w:val="005079FC"/>
    <w:rsid w:val="0051037A"/>
    <w:rsid w:val="0051095F"/>
    <w:rsid w:val="00511C0B"/>
    <w:rsid w:val="00511CC2"/>
    <w:rsid w:val="00512066"/>
    <w:rsid w:val="00513286"/>
    <w:rsid w:val="005133F0"/>
    <w:rsid w:val="005136F7"/>
    <w:rsid w:val="00515168"/>
    <w:rsid w:val="00515A4A"/>
    <w:rsid w:val="00515C89"/>
    <w:rsid w:val="00517417"/>
    <w:rsid w:val="00517B63"/>
    <w:rsid w:val="0052065F"/>
    <w:rsid w:val="00521285"/>
    <w:rsid w:val="00521BAE"/>
    <w:rsid w:val="00522AF8"/>
    <w:rsid w:val="00524B9D"/>
    <w:rsid w:val="005262AB"/>
    <w:rsid w:val="005267EC"/>
    <w:rsid w:val="005307D0"/>
    <w:rsid w:val="00531212"/>
    <w:rsid w:val="00533B4F"/>
    <w:rsid w:val="00534666"/>
    <w:rsid w:val="00535539"/>
    <w:rsid w:val="00535E5F"/>
    <w:rsid w:val="00540B1D"/>
    <w:rsid w:val="00542E63"/>
    <w:rsid w:val="0054477C"/>
    <w:rsid w:val="00545CB0"/>
    <w:rsid w:val="005461D1"/>
    <w:rsid w:val="005473A7"/>
    <w:rsid w:val="00547DF4"/>
    <w:rsid w:val="005503C8"/>
    <w:rsid w:val="00552380"/>
    <w:rsid w:val="005528C1"/>
    <w:rsid w:val="00552BFE"/>
    <w:rsid w:val="00552D1F"/>
    <w:rsid w:val="00553390"/>
    <w:rsid w:val="00554834"/>
    <w:rsid w:val="00554A8B"/>
    <w:rsid w:val="00554FA9"/>
    <w:rsid w:val="00555B18"/>
    <w:rsid w:val="00556692"/>
    <w:rsid w:val="00560717"/>
    <w:rsid w:val="005607ED"/>
    <w:rsid w:val="0056217A"/>
    <w:rsid w:val="00562A69"/>
    <w:rsid w:val="00564432"/>
    <w:rsid w:val="00564F29"/>
    <w:rsid w:val="00570726"/>
    <w:rsid w:val="005723EC"/>
    <w:rsid w:val="005748DB"/>
    <w:rsid w:val="00575899"/>
    <w:rsid w:val="00575923"/>
    <w:rsid w:val="005768E3"/>
    <w:rsid w:val="00576950"/>
    <w:rsid w:val="00576CC4"/>
    <w:rsid w:val="00577318"/>
    <w:rsid w:val="00580907"/>
    <w:rsid w:val="00581160"/>
    <w:rsid w:val="005811E2"/>
    <w:rsid w:val="005815FB"/>
    <w:rsid w:val="00581730"/>
    <w:rsid w:val="0058176A"/>
    <w:rsid w:val="00582277"/>
    <w:rsid w:val="00582C4A"/>
    <w:rsid w:val="00583254"/>
    <w:rsid w:val="0058405C"/>
    <w:rsid w:val="00584E44"/>
    <w:rsid w:val="005871C9"/>
    <w:rsid w:val="005874D7"/>
    <w:rsid w:val="00587854"/>
    <w:rsid w:val="00587F95"/>
    <w:rsid w:val="00590CDA"/>
    <w:rsid w:val="0059169C"/>
    <w:rsid w:val="00591832"/>
    <w:rsid w:val="00592A68"/>
    <w:rsid w:val="00594983"/>
    <w:rsid w:val="00594F85"/>
    <w:rsid w:val="005960BB"/>
    <w:rsid w:val="00596F45"/>
    <w:rsid w:val="005A0559"/>
    <w:rsid w:val="005A136C"/>
    <w:rsid w:val="005A393D"/>
    <w:rsid w:val="005A3D78"/>
    <w:rsid w:val="005A5580"/>
    <w:rsid w:val="005B0D30"/>
    <w:rsid w:val="005B1100"/>
    <w:rsid w:val="005B1550"/>
    <w:rsid w:val="005B2BDC"/>
    <w:rsid w:val="005B3089"/>
    <w:rsid w:val="005B54A6"/>
    <w:rsid w:val="005B5AFF"/>
    <w:rsid w:val="005B622C"/>
    <w:rsid w:val="005B64D6"/>
    <w:rsid w:val="005B6A90"/>
    <w:rsid w:val="005C0D31"/>
    <w:rsid w:val="005C14E1"/>
    <w:rsid w:val="005C2390"/>
    <w:rsid w:val="005C2AFC"/>
    <w:rsid w:val="005C623C"/>
    <w:rsid w:val="005D0BF5"/>
    <w:rsid w:val="005D12F6"/>
    <w:rsid w:val="005D1EBA"/>
    <w:rsid w:val="005D1EC6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1E0A"/>
    <w:rsid w:val="005E216C"/>
    <w:rsid w:val="005E4862"/>
    <w:rsid w:val="005E550F"/>
    <w:rsid w:val="005E5CFE"/>
    <w:rsid w:val="005E5D37"/>
    <w:rsid w:val="005E5DCE"/>
    <w:rsid w:val="005E65E7"/>
    <w:rsid w:val="005E6C81"/>
    <w:rsid w:val="005F1AF4"/>
    <w:rsid w:val="005F3143"/>
    <w:rsid w:val="005F3C01"/>
    <w:rsid w:val="005F58B0"/>
    <w:rsid w:val="005F67AA"/>
    <w:rsid w:val="005F76D0"/>
    <w:rsid w:val="005F7777"/>
    <w:rsid w:val="0060378A"/>
    <w:rsid w:val="00603C59"/>
    <w:rsid w:val="006042FB"/>
    <w:rsid w:val="0060561E"/>
    <w:rsid w:val="00606A70"/>
    <w:rsid w:val="00606EE1"/>
    <w:rsid w:val="00607CC6"/>
    <w:rsid w:val="00607F7F"/>
    <w:rsid w:val="00610D6C"/>
    <w:rsid w:val="00610E75"/>
    <w:rsid w:val="00611D07"/>
    <w:rsid w:val="00612B2A"/>
    <w:rsid w:val="00613BF0"/>
    <w:rsid w:val="006145AC"/>
    <w:rsid w:val="0061609A"/>
    <w:rsid w:val="0061647E"/>
    <w:rsid w:val="00617AA6"/>
    <w:rsid w:val="0062049B"/>
    <w:rsid w:val="00620DAB"/>
    <w:rsid w:val="006239B9"/>
    <w:rsid w:val="00623E18"/>
    <w:rsid w:val="0062480B"/>
    <w:rsid w:val="00625679"/>
    <w:rsid w:val="00627209"/>
    <w:rsid w:val="0062750F"/>
    <w:rsid w:val="00631995"/>
    <w:rsid w:val="00631E11"/>
    <w:rsid w:val="006362E6"/>
    <w:rsid w:val="0064012E"/>
    <w:rsid w:val="00641131"/>
    <w:rsid w:val="0064147C"/>
    <w:rsid w:val="006422B3"/>
    <w:rsid w:val="00645666"/>
    <w:rsid w:val="0064588C"/>
    <w:rsid w:val="0064598E"/>
    <w:rsid w:val="0064637D"/>
    <w:rsid w:val="00646CE0"/>
    <w:rsid w:val="006470B4"/>
    <w:rsid w:val="006472C1"/>
    <w:rsid w:val="00647981"/>
    <w:rsid w:val="00651668"/>
    <w:rsid w:val="00651FBE"/>
    <w:rsid w:val="006529A7"/>
    <w:rsid w:val="00652CCB"/>
    <w:rsid w:val="006539D5"/>
    <w:rsid w:val="00654C8F"/>
    <w:rsid w:val="00655546"/>
    <w:rsid w:val="00656B97"/>
    <w:rsid w:val="006573C4"/>
    <w:rsid w:val="0065750A"/>
    <w:rsid w:val="00657542"/>
    <w:rsid w:val="00657D49"/>
    <w:rsid w:val="00657E92"/>
    <w:rsid w:val="00661375"/>
    <w:rsid w:val="00661A46"/>
    <w:rsid w:val="00663FD9"/>
    <w:rsid w:val="006644CB"/>
    <w:rsid w:val="00664AC2"/>
    <w:rsid w:val="00665242"/>
    <w:rsid w:val="006675D5"/>
    <w:rsid w:val="0067066F"/>
    <w:rsid w:val="00670F84"/>
    <w:rsid w:val="006720D2"/>
    <w:rsid w:val="0067253D"/>
    <w:rsid w:val="00673933"/>
    <w:rsid w:val="00675542"/>
    <w:rsid w:val="00676CDA"/>
    <w:rsid w:val="00680783"/>
    <w:rsid w:val="00681887"/>
    <w:rsid w:val="00681EE7"/>
    <w:rsid w:val="0068204A"/>
    <w:rsid w:val="00682EB8"/>
    <w:rsid w:val="00683119"/>
    <w:rsid w:val="006840E7"/>
    <w:rsid w:val="0068480C"/>
    <w:rsid w:val="006850BF"/>
    <w:rsid w:val="00686B0B"/>
    <w:rsid w:val="0068746E"/>
    <w:rsid w:val="00690BD9"/>
    <w:rsid w:val="00690F66"/>
    <w:rsid w:val="00692C0B"/>
    <w:rsid w:val="00692CA5"/>
    <w:rsid w:val="00693864"/>
    <w:rsid w:val="006941B1"/>
    <w:rsid w:val="00695618"/>
    <w:rsid w:val="00696021"/>
    <w:rsid w:val="00696DE2"/>
    <w:rsid w:val="00697DB4"/>
    <w:rsid w:val="006A0698"/>
    <w:rsid w:val="006A08EB"/>
    <w:rsid w:val="006A144D"/>
    <w:rsid w:val="006A5E1C"/>
    <w:rsid w:val="006A64A5"/>
    <w:rsid w:val="006A6F57"/>
    <w:rsid w:val="006A7009"/>
    <w:rsid w:val="006B0689"/>
    <w:rsid w:val="006B1B52"/>
    <w:rsid w:val="006B5193"/>
    <w:rsid w:val="006C0123"/>
    <w:rsid w:val="006C0668"/>
    <w:rsid w:val="006C1C89"/>
    <w:rsid w:val="006C36C3"/>
    <w:rsid w:val="006C3B75"/>
    <w:rsid w:val="006C41DC"/>
    <w:rsid w:val="006C492D"/>
    <w:rsid w:val="006C4DB1"/>
    <w:rsid w:val="006C4E08"/>
    <w:rsid w:val="006C528E"/>
    <w:rsid w:val="006C650B"/>
    <w:rsid w:val="006C6DBC"/>
    <w:rsid w:val="006C7B6D"/>
    <w:rsid w:val="006D60C5"/>
    <w:rsid w:val="006D656B"/>
    <w:rsid w:val="006D7B0A"/>
    <w:rsid w:val="006E3EA0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6F5521"/>
    <w:rsid w:val="006F5B85"/>
    <w:rsid w:val="006F7013"/>
    <w:rsid w:val="00700733"/>
    <w:rsid w:val="0070098F"/>
    <w:rsid w:val="00700DEC"/>
    <w:rsid w:val="00702663"/>
    <w:rsid w:val="0070359C"/>
    <w:rsid w:val="00703868"/>
    <w:rsid w:val="00703E6A"/>
    <w:rsid w:val="00704C69"/>
    <w:rsid w:val="00706723"/>
    <w:rsid w:val="00706C24"/>
    <w:rsid w:val="00706DDB"/>
    <w:rsid w:val="007073BC"/>
    <w:rsid w:val="00710270"/>
    <w:rsid w:val="0071383E"/>
    <w:rsid w:val="00713BD0"/>
    <w:rsid w:val="00716CDD"/>
    <w:rsid w:val="00720B5A"/>
    <w:rsid w:val="0072504A"/>
    <w:rsid w:val="007255B3"/>
    <w:rsid w:val="00725609"/>
    <w:rsid w:val="00726E8F"/>
    <w:rsid w:val="00727C0A"/>
    <w:rsid w:val="00730959"/>
    <w:rsid w:val="007329DD"/>
    <w:rsid w:val="0073690E"/>
    <w:rsid w:val="00736E3F"/>
    <w:rsid w:val="007373A0"/>
    <w:rsid w:val="00737750"/>
    <w:rsid w:val="00743228"/>
    <w:rsid w:val="00743AE2"/>
    <w:rsid w:val="00744BC8"/>
    <w:rsid w:val="00745811"/>
    <w:rsid w:val="00750AC7"/>
    <w:rsid w:val="00750EE6"/>
    <w:rsid w:val="00751019"/>
    <w:rsid w:val="0075448F"/>
    <w:rsid w:val="0075510D"/>
    <w:rsid w:val="0075577F"/>
    <w:rsid w:val="00756465"/>
    <w:rsid w:val="007568C6"/>
    <w:rsid w:val="00756CAB"/>
    <w:rsid w:val="00757C9F"/>
    <w:rsid w:val="0076165E"/>
    <w:rsid w:val="00762810"/>
    <w:rsid w:val="007631B3"/>
    <w:rsid w:val="00770DD4"/>
    <w:rsid w:val="00771140"/>
    <w:rsid w:val="00771896"/>
    <w:rsid w:val="0077535A"/>
    <w:rsid w:val="0077592F"/>
    <w:rsid w:val="00775957"/>
    <w:rsid w:val="00776AF7"/>
    <w:rsid w:val="0077744F"/>
    <w:rsid w:val="0078039E"/>
    <w:rsid w:val="007825AE"/>
    <w:rsid w:val="00782A48"/>
    <w:rsid w:val="00782A70"/>
    <w:rsid w:val="0078326F"/>
    <w:rsid w:val="00783B0B"/>
    <w:rsid w:val="00785526"/>
    <w:rsid w:val="00787165"/>
    <w:rsid w:val="00790FBD"/>
    <w:rsid w:val="00791063"/>
    <w:rsid w:val="00791628"/>
    <w:rsid w:val="00791D4B"/>
    <w:rsid w:val="00792723"/>
    <w:rsid w:val="00793054"/>
    <w:rsid w:val="007933B2"/>
    <w:rsid w:val="00793F53"/>
    <w:rsid w:val="007941AA"/>
    <w:rsid w:val="007945FF"/>
    <w:rsid w:val="00795027"/>
    <w:rsid w:val="0079775F"/>
    <w:rsid w:val="00797B6C"/>
    <w:rsid w:val="007A03A2"/>
    <w:rsid w:val="007A0E51"/>
    <w:rsid w:val="007A2163"/>
    <w:rsid w:val="007A231B"/>
    <w:rsid w:val="007A277C"/>
    <w:rsid w:val="007A39DE"/>
    <w:rsid w:val="007A5A48"/>
    <w:rsid w:val="007A6E06"/>
    <w:rsid w:val="007A7E03"/>
    <w:rsid w:val="007A7E45"/>
    <w:rsid w:val="007B1766"/>
    <w:rsid w:val="007B4C8C"/>
    <w:rsid w:val="007B515F"/>
    <w:rsid w:val="007B563B"/>
    <w:rsid w:val="007B598C"/>
    <w:rsid w:val="007B7ADC"/>
    <w:rsid w:val="007C085C"/>
    <w:rsid w:val="007C1D6A"/>
    <w:rsid w:val="007C2B39"/>
    <w:rsid w:val="007C32CE"/>
    <w:rsid w:val="007C36C3"/>
    <w:rsid w:val="007C3C47"/>
    <w:rsid w:val="007C534C"/>
    <w:rsid w:val="007C5752"/>
    <w:rsid w:val="007C5E14"/>
    <w:rsid w:val="007D0175"/>
    <w:rsid w:val="007D07EA"/>
    <w:rsid w:val="007D1FA6"/>
    <w:rsid w:val="007D2876"/>
    <w:rsid w:val="007D2A8B"/>
    <w:rsid w:val="007D2F1A"/>
    <w:rsid w:val="007D4BCB"/>
    <w:rsid w:val="007D5220"/>
    <w:rsid w:val="007D5C86"/>
    <w:rsid w:val="007D6582"/>
    <w:rsid w:val="007D6CFE"/>
    <w:rsid w:val="007D71B3"/>
    <w:rsid w:val="007D7DB6"/>
    <w:rsid w:val="007E0D96"/>
    <w:rsid w:val="007E1DEC"/>
    <w:rsid w:val="007E29BD"/>
    <w:rsid w:val="007E3DE6"/>
    <w:rsid w:val="007E4B17"/>
    <w:rsid w:val="007E5AC3"/>
    <w:rsid w:val="007E6529"/>
    <w:rsid w:val="007E7267"/>
    <w:rsid w:val="007E7DC8"/>
    <w:rsid w:val="007F0CBD"/>
    <w:rsid w:val="007F37D1"/>
    <w:rsid w:val="007F4E94"/>
    <w:rsid w:val="007F7A07"/>
    <w:rsid w:val="007F7B4C"/>
    <w:rsid w:val="00801BFC"/>
    <w:rsid w:val="0080230F"/>
    <w:rsid w:val="008028E6"/>
    <w:rsid w:val="00802FFE"/>
    <w:rsid w:val="00803167"/>
    <w:rsid w:val="008041E6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1B40"/>
    <w:rsid w:val="008225D8"/>
    <w:rsid w:val="00823B5E"/>
    <w:rsid w:val="008255E4"/>
    <w:rsid w:val="00825AFF"/>
    <w:rsid w:val="00826150"/>
    <w:rsid w:val="0082660F"/>
    <w:rsid w:val="00826A47"/>
    <w:rsid w:val="00830101"/>
    <w:rsid w:val="00832298"/>
    <w:rsid w:val="008335C3"/>
    <w:rsid w:val="00833C2A"/>
    <w:rsid w:val="008340C3"/>
    <w:rsid w:val="008346D3"/>
    <w:rsid w:val="00834E86"/>
    <w:rsid w:val="0083754B"/>
    <w:rsid w:val="00840009"/>
    <w:rsid w:val="00840C1F"/>
    <w:rsid w:val="0084225D"/>
    <w:rsid w:val="00842453"/>
    <w:rsid w:val="008436B6"/>
    <w:rsid w:val="00843D35"/>
    <w:rsid w:val="00844766"/>
    <w:rsid w:val="00847543"/>
    <w:rsid w:val="0085280A"/>
    <w:rsid w:val="00852E83"/>
    <w:rsid w:val="00853086"/>
    <w:rsid w:val="00853EAA"/>
    <w:rsid w:val="008542B2"/>
    <w:rsid w:val="00854D8D"/>
    <w:rsid w:val="00854E60"/>
    <w:rsid w:val="00854F2F"/>
    <w:rsid w:val="008554E5"/>
    <w:rsid w:val="00856398"/>
    <w:rsid w:val="00856973"/>
    <w:rsid w:val="00857E66"/>
    <w:rsid w:val="00863681"/>
    <w:rsid w:val="00864905"/>
    <w:rsid w:val="0086543B"/>
    <w:rsid w:val="008656C1"/>
    <w:rsid w:val="00866BF3"/>
    <w:rsid w:val="008677AD"/>
    <w:rsid w:val="008719AD"/>
    <w:rsid w:val="00871F9E"/>
    <w:rsid w:val="0087216F"/>
    <w:rsid w:val="008724A0"/>
    <w:rsid w:val="00874191"/>
    <w:rsid w:val="00874401"/>
    <w:rsid w:val="00874858"/>
    <w:rsid w:val="00874C25"/>
    <w:rsid w:val="00874D8C"/>
    <w:rsid w:val="008758F8"/>
    <w:rsid w:val="00876C60"/>
    <w:rsid w:val="00880966"/>
    <w:rsid w:val="008811EE"/>
    <w:rsid w:val="00881F24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96C65"/>
    <w:rsid w:val="008A021A"/>
    <w:rsid w:val="008A1028"/>
    <w:rsid w:val="008A19CC"/>
    <w:rsid w:val="008A2E42"/>
    <w:rsid w:val="008A478D"/>
    <w:rsid w:val="008A6AF8"/>
    <w:rsid w:val="008A739D"/>
    <w:rsid w:val="008A7B21"/>
    <w:rsid w:val="008A7E9B"/>
    <w:rsid w:val="008B02C7"/>
    <w:rsid w:val="008B1A15"/>
    <w:rsid w:val="008B2143"/>
    <w:rsid w:val="008B2DBA"/>
    <w:rsid w:val="008B3B5D"/>
    <w:rsid w:val="008B4996"/>
    <w:rsid w:val="008B5A05"/>
    <w:rsid w:val="008B6BD3"/>
    <w:rsid w:val="008B7AF3"/>
    <w:rsid w:val="008C0D33"/>
    <w:rsid w:val="008C15C4"/>
    <w:rsid w:val="008C2BCA"/>
    <w:rsid w:val="008C52A2"/>
    <w:rsid w:val="008C52A6"/>
    <w:rsid w:val="008C6591"/>
    <w:rsid w:val="008C73BB"/>
    <w:rsid w:val="008D00F7"/>
    <w:rsid w:val="008D2138"/>
    <w:rsid w:val="008D275F"/>
    <w:rsid w:val="008D2808"/>
    <w:rsid w:val="008D2E15"/>
    <w:rsid w:val="008D3305"/>
    <w:rsid w:val="008D429D"/>
    <w:rsid w:val="008D5965"/>
    <w:rsid w:val="008D6320"/>
    <w:rsid w:val="008E0493"/>
    <w:rsid w:val="008E3A37"/>
    <w:rsid w:val="008E3D2F"/>
    <w:rsid w:val="008E4409"/>
    <w:rsid w:val="008E5B5E"/>
    <w:rsid w:val="008E6C91"/>
    <w:rsid w:val="008E7A81"/>
    <w:rsid w:val="008E7C8E"/>
    <w:rsid w:val="008E7F6B"/>
    <w:rsid w:val="008F00C9"/>
    <w:rsid w:val="008F13EA"/>
    <w:rsid w:val="008F16D4"/>
    <w:rsid w:val="008F1BDF"/>
    <w:rsid w:val="008F31A2"/>
    <w:rsid w:val="008F31DF"/>
    <w:rsid w:val="008F3656"/>
    <w:rsid w:val="008F4EE5"/>
    <w:rsid w:val="008F5009"/>
    <w:rsid w:val="008F577D"/>
    <w:rsid w:val="008F69B9"/>
    <w:rsid w:val="00900A16"/>
    <w:rsid w:val="009011CF"/>
    <w:rsid w:val="009036EF"/>
    <w:rsid w:val="00904852"/>
    <w:rsid w:val="00904D18"/>
    <w:rsid w:val="00904D40"/>
    <w:rsid w:val="00905EE0"/>
    <w:rsid w:val="00910029"/>
    <w:rsid w:val="00913929"/>
    <w:rsid w:val="00915A7E"/>
    <w:rsid w:val="009161AF"/>
    <w:rsid w:val="00920071"/>
    <w:rsid w:val="009200BF"/>
    <w:rsid w:val="0092141D"/>
    <w:rsid w:val="00921BD0"/>
    <w:rsid w:val="0092449F"/>
    <w:rsid w:val="009251C9"/>
    <w:rsid w:val="00925CD6"/>
    <w:rsid w:val="00927CAA"/>
    <w:rsid w:val="00927D9F"/>
    <w:rsid w:val="00931A93"/>
    <w:rsid w:val="00933562"/>
    <w:rsid w:val="00935BCC"/>
    <w:rsid w:val="009361A5"/>
    <w:rsid w:val="009411AB"/>
    <w:rsid w:val="009420AB"/>
    <w:rsid w:val="0094251E"/>
    <w:rsid w:val="00942DEF"/>
    <w:rsid w:val="009447FF"/>
    <w:rsid w:val="00944E13"/>
    <w:rsid w:val="0095076B"/>
    <w:rsid w:val="00951709"/>
    <w:rsid w:val="00956978"/>
    <w:rsid w:val="00957E42"/>
    <w:rsid w:val="00960835"/>
    <w:rsid w:val="0096164E"/>
    <w:rsid w:val="00962D6C"/>
    <w:rsid w:val="00962D84"/>
    <w:rsid w:val="00964373"/>
    <w:rsid w:val="00965876"/>
    <w:rsid w:val="00966E6B"/>
    <w:rsid w:val="00966E7B"/>
    <w:rsid w:val="00967F93"/>
    <w:rsid w:val="009700D1"/>
    <w:rsid w:val="009711EE"/>
    <w:rsid w:val="00971632"/>
    <w:rsid w:val="00972529"/>
    <w:rsid w:val="00975057"/>
    <w:rsid w:val="009751A3"/>
    <w:rsid w:val="00975F44"/>
    <w:rsid w:val="00977333"/>
    <w:rsid w:val="0098071D"/>
    <w:rsid w:val="00980C91"/>
    <w:rsid w:val="009814BC"/>
    <w:rsid w:val="009828BA"/>
    <w:rsid w:val="00982B09"/>
    <w:rsid w:val="00982D20"/>
    <w:rsid w:val="0098365E"/>
    <w:rsid w:val="00983C9C"/>
    <w:rsid w:val="00984283"/>
    <w:rsid w:val="00984A53"/>
    <w:rsid w:val="00985AC8"/>
    <w:rsid w:val="00987702"/>
    <w:rsid w:val="00991481"/>
    <w:rsid w:val="009915E0"/>
    <w:rsid w:val="009921C5"/>
    <w:rsid w:val="009935ED"/>
    <w:rsid w:val="00993E20"/>
    <w:rsid w:val="00995C86"/>
    <w:rsid w:val="0099622F"/>
    <w:rsid w:val="00996C8F"/>
    <w:rsid w:val="00996D53"/>
    <w:rsid w:val="009974F0"/>
    <w:rsid w:val="00997889"/>
    <w:rsid w:val="00997E20"/>
    <w:rsid w:val="009A23F4"/>
    <w:rsid w:val="009A24B3"/>
    <w:rsid w:val="009A2D94"/>
    <w:rsid w:val="009A37C6"/>
    <w:rsid w:val="009A45FE"/>
    <w:rsid w:val="009A48C2"/>
    <w:rsid w:val="009A50C2"/>
    <w:rsid w:val="009A52A6"/>
    <w:rsid w:val="009A5A25"/>
    <w:rsid w:val="009A5B02"/>
    <w:rsid w:val="009A6679"/>
    <w:rsid w:val="009B00FD"/>
    <w:rsid w:val="009B0A5C"/>
    <w:rsid w:val="009B0A70"/>
    <w:rsid w:val="009B0FC3"/>
    <w:rsid w:val="009B71A9"/>
    <w:rsid w:val="009C04D3"/>
    <w:rsid w:val="009C090D"/>
    <w:rsid w:val="009C1683"/>
    <w:rsid w:val="009C1F7F"/>
    <w:rsid w:val="009C3133"/>
    <w:rsid w:val="009C318E"/>
    <w:rsid w:val="009C31A8"/>
    <w:rsid w:val="009C4982"/>
    <w:rsid w:val="009D1320"/>
    <w:rsid w:val="009D21E9"/>
    <w:rsid w:val="009D2C27"/>
    <w:rsid w:val="009D3F3E"/>
    <w:rsid w:val="009D75ED"/>
    <w:rsid w:val="009E06A7"/>
    <w:rsid w:val="009E0FFE"/>
    <w:rsid w:val="009E240E"/>
    <w:rsid w:val="009E25CC"/>
    <w:rsid w:val="009E5D43"/>
    <w:rsid w:val="009E6AE1"/>
    <w:rsid w:val="009E7570"/>
    <w:rsid w:val="009E7C1C"/>
    <w:rsid w:val="009F1044"/>
    <w:rsid w:val="009F147E"/>
    <w:rsid w:val="009F1FDC"/>
    <w:rsid w:val="009F4A6E"/>
    <w:rsid w:val="009F4AE7"/>
    <w:rsid w:val="009F55A2"/>
    <w:rsid w:val="009F6F32"/>
    <w:rsid w:val="009F71F5"/>
    <w:rsid w:val="009F77E5"/>
    <w:rsid w:val="00A00F2A"/>
    <w:rsid w:val="00A05D2E"/>
    <w:rsid w:val="00A1008E"/>
    <w:rsid w:val="00A101F3"/>
    <w:rsid w:val="00A102BD"/>
    <w:rsid w:val="00A11385"/>
    <w:rsid w:val="00A11EE8"/>
    <w:rsid w:val="00A1263B"/>
    <w:rsid w:val="00A1268E"/>
    <w:rsid w:val="00A12B4F"/>
    <w:rsid w:val="00A13105"/>
    <w:rsid w:val="00A13443"/>
    <w:rsid w:val="00A1459F"/>
    <w:rsid w:val="00A14C38"/>
    <w:rsid w:val="00A14D28"/>
    <w:rsid w:val="00A150E6"/>
    <w:rsid w:val="00A16794"/>
    <w:rsid w:val="00A16C93"/>
    <w:rsid w:val="00A173ED"/>
    <w:rsid w:val="00A175B1"/>
    <w:rsid w:val="00A218F8"/>
    <w:rsid w:val="00A23C7D"/>
    <w:rsid w:val="00A23CA8"/>
    <w:rsid w:val="00A25CE3"/>
    <w:rsid w:val="00A26224"/>
    <w:rsid w:val="00A26AE6"/>
    <w:rsid w:val="00A30388"/>
    <w:rsid w:val="00A31AC4"/>
    <w:rsid w:val="00A32B8E"/>
    <w:rsid w:val="00A33BFC"/>
    <w:rsid w:val="00A37ACE"/>
    <w:rsid w:val="00A40DA6"/>
    <w:rsid w:val="00A414BB"/>
    <w:rsid w:val="00A420DA"/>
    <w:rsid w:val="00A45270"/>
    <w:rsid w:val="00A4583A"/>
    <w:rsid w:val="00A46B8B"/>
    <w:rsid w:val="00A47EE5"/>
    <w:rsid w:val="00A5051F"/>
    <w:rsid w:val="00A50548"/>
    <w:rsid w:val="00A535EE"/>
    <w:rsid w:val="00A55B79"/>
    <w:rsid w:val="00A55CBC"/>
    <w:rsid w:val="00A5766A"/>
    <w:rsid w:val="00A57CCA"/>
    <w:rsid w:val="00A60677"/>
    <w:rsid w:val="00A6084E"/>
    <w:rsid w:val="00A61521"/>
    <w:rsid w:val="00A6171D"/>
    <w:rsid w:val="00A6197C"/>
    <w:rsid w:val="00A61CA2"/>
    <w:rsid w:val="00A628E6"/>
    <w:rsid w:val="00A63204"/>
    <w:rsid w:val="00A63F0B"/>
    <w:rsid w:val="00A65C14"/>
    <w:rsid w:val="00A6603C"/>
    <w:rsid w:val="00A6624F"/>
    <w:rsid w:val="00A66E3B"/>
    <w:rsid w:val="00A7187F"/>
    <w:rsid w:val="00A718AA"/>
    <w:rsid w:val="00A732C2"/>
    <w:rsid w:val="00A73E49"/>
    <w:rsid w:val="00A769E2"/>
    <w:rsid w:val="00A77340"/>
    <w:rsid w:val="00A813EE"/>
    <w:rsid w:val="00A81BAA"/>
    <w:rsid w:val="00A82CBD"/>
    <w:rsid w:val="00A83147"/>
    <w:rsid w:val="00A83E1C"/>
    <w:rsid w:val="00A8757A"/>
    <w:rsid w:val="00A87AC7"/>
    <w:rsid w:val="00A87B1D"/>
    <w:rsid w:val="00A90119"/>
    <w:rsid w:val="00A9223A"/>
    <w:rsid w:val="00A928E8"/>
    <w:rsid w:val="00A92CE4"/>
    <w:rsid w:val="00A93844"/>
    <w:rsid w:val="00A94A3F"/>
    <w:rsid w:val="00A95801"/>
    <w:rsid w:val="00A962D5"/>
    <w:rsid w:val="00A96474"/>
    <w:rsid w:val="00A96E55"/>
    <w:rsid w:val="00A9736F"/>
    <w:rsid w:val="00AA09F9"/>
    <w:rsid w:val="00AA0EF8"/>
    <w:rsid w:val="00AA0F4A"/>
    <w:rsid w:val="00AA1C89"/>
    <w:rsid w:val="00AA326E"/>
    <w:rsid w:val="00AA57B3"/>
    <w:rsid w:val="00AA5D5B"/>
    <w:rsid w:val="00AA7417"/>
    <w:rsid w:val="00AB2770"/>
    <w:rsid w:val="00AB2F34"/>
    <w:rsid w:val="00AB39CF"/>
    <w:rsid w:val="00AB4E2E"/>
    <w:rsid w:val="00AB6F68"/>
    <w:rsid w:val="00AC093C"/>
    <w:rsid w:val="00AC1D0B"/>
    <w:rsid w:val="00AC1EA6"/>
    <w:rsid w:val="00AC21B2"/>
    <w:rsid w:val="00AC46DD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2689"/>
    <w:rsid w:val="00AE3903"/>
    <w:rsid w:val="00AE4B5D"/>
    <w:rsid w:val="00AE4D45"/>
    <w:rsid w:val="00AE5D8C"/>
    <w:rsid w:val="00AF0140"/>
    <w:rsid w:val="00AF1170"/>
    <w:rsid w:val="00AF13D7"/>
    <w:rsid w:val="00AF1ECC"/>
    <w:rsid w:val="00AF3267"/>
    <w:rsid w:val="00B00C65"/>
    <w:rsid w:val="00B022CF"/>
    <w:rsid w:val="00B02808"/>
    <w:rsid w:val="00B0320A"/>
    <w:rsid w:val="00B03AAC"/>
    <w:rsid w:val="00B0677C"/>
    <w:rsid w:val="00B07EA2"/>
    <w:rsid w:val="00B07FB0"/>
    <w:rsid w:val="00B10BC3"/>
    <w:rsid w:val="00B10C52"/>
    <w:rsid w:val="00B1129B"/>
    <w:rsid w:val="00B11D7A"/>
    <w:rsid w:val="00B14BC2"/>
    <w:rsid w:val="00B151FE"/>
    <w:rsid w:val="00B1546E"/>
    <w:rsid w:val="00B156AA"/>
    <w:rsid w:val="00B15DA5"/>
    <w:rsid w:val="00B20B99"/>
    <w:rsid w:val="00B2168F"/>
    <w:rsid w:val="00B21BE6"/>
    <w:rsid w:val="00B22017"/>
    <w:rsid w:val="00B220E0"/>
    <w:rsid w:val="00B22B0A"/>
    <w:rsid w:val="00B2307D"/>
    <w:rsid w:val="00B232B7"/>
    <w:rsid w:val="00B24391"/>
    <w:rsid w:val="00B24D2B"/>
    <w:rsid w:val="00B25202"/>
    <w:rsid w:val="00B25376"/>
    <w:rsid w:val="00B2556C"/>
    <w:rsid w:val="00B26098"/>
    <w:rsid w:val="00B26E5A"/>
    <w:rsid w:val="00B27BE4"/>
    <w:rsid w:val="00B3085C"/>
    <w:rsid w:val="00B31770"/>
    <w:rsid w:val="00B325EC"/>
    <w:rsid w:val="00B34049"/>
    <w:rsid w:val="00B369D9"/>
    <w:rsid w:val="00B37865"/>
    <w:rsid w:val="00B37B8C"/>
    <w:rsid w:val="00B4038E"/>
    <w:rsid w:val="00B422E7"/>
    <w:rsid w:val="00B43AB3"/>
    <w:rsid w:val="00B44CF1"/>
    <w:rsid w:val="00B45891"/>
    <w:rsid w:val="00B46E77"/>
    <w:rsid w:val="00B47496"/>
    <w:rsid w:val="00B4749A"/>
    <w:rsid w:val="00B47A37"/>
    <w:rsid w:val="00B47D66"/>
    <w:rsid w:val="00B51029"/>
    <w:rsid w:val="00B517C7"/>
    <w:rsid w:val="00B52A92"/>
    <w:rsid w:val="00B52B0A"/>
    <w:rsid w:val="00B52D4D"/>
    <w:rsid w:val="00B531CC"/>
    <w:rsid w:val="00B539A5"/>
    <w:rsid w:val="00B54C34"/>
    <w:rsid w:val="00B56C04"/>
    <w:rsid w:val="00B56F28"/>
    <w:rsid w:val="00B5761F"/>
    <w:rsid w:val="00B60096"/>
    <w:rsid w:val="00B638EA"/>
    <w:rsid w:val="00B645FF"/>
    <w:rsid w:val="00B65704"/>
    <w:rsid w:val="00B65DF3"/>
    <w:rsid w:val="00B65E50"/>
    <w:rsid w:val="00B6638C"/>
    <w:rsid w:val="00B67210"/>
    <w:rsid w:val="00B700C2"/>
    <w:rsid w:val="00B707A2"/>
    <w:rsid w:val="00B72358"/>
    <w:rsid w:val="00B736FD"/>
    <w:rsid w:val="00B73A9D"/>
    <w:rsid w:val="00B73DC8"/>
    <w:rsid w:val="00B75010"/>
    <w:rsid w:val="00B8146D"/>
    <w:rsid w:val="00B818CF"/>
    <w:rsid w:val="00B822E4"/>
    <w:rsid w:val="00B82FE9"/>
    <w:rsid w:val="00B832E8"/>
    <w:rsid w:val="00B839B0"/>
    <w:rsid w:val="00B83F6D"/>
    <w:rsid w:val="00B84585"/>
    <w:rsid w:val="00B85EA0"/>
    <w:rsid w:val="00B86B17"/>
    <w:rsid w:val="00B86DA5"/>
    <w:rsid w:val="00B877DC"/>
    <w:rsid w:val="00B943CB"/>
    <w:rsid w:val="00B94939"/>
    <w:rsid w:val="00B955D9"/>
    <w:rsid w:val="00B96887"/>
    <w:rsid w:val="00B96ED2"/>
    <w:rsid w:val="00B9796A"/>
    <w:rsid w:val="00BA06AD"/>
    <w:rsid w:val="00BA18F0"/>
    <w:rsid w:val="00BA22CC"/>
    <w:rsid w:val="00BA6AFF"/>
    <w:rsid w:val="00BB0527"/>
    <w:rsid w:val="00BB0755"/>
    <w:rsid w:val="00BB158F"/>
    <w:rsid w:val="00BB1CDC"/>
    <w:rsid w:val="00BB24E5"/>
    <w:rsid w:val="00BB43E2"/>
    <w:rsid w:val="00BB4EF2"/>
    <w:rsid w:val="00BB5F22"/>
    <w:rsid w:val="00BB5FED"/>
    <w:rsid w:val="00BB6072"/>
    <w:rsid w:val="00BC0633"/>
    <w:rsid w:val="00BC39EC"/>
    <w:rsid w:val="00BC5977"/>
    <w:rsid w:val="00BC6239"/>
    <w:rsid w:val="00BC6682"/>
    <w:rsid w:val="00BC6DF3"/>
    <w:rsid w:val="00BD0BA3"/>
    <w:rsid w:val="00BD11C8"/>
    <w:rsid w:val="00BD1849"/>
    <w:rsid w:val="00BD2AAD"/>
    <w:rsid w:val="00BD2CE4"/>
    <w:rsid w:val="00BD2D09"/>
    <w:rsid w:val="00BD2FA1"/>
    <w:rsid w:val="00BD3BAD"/>
    <w:rsid w:val="00BD5454"/>
    <w:rsid w:val="00BD610C"/>
    <w:rsid w:val="00BD6E6A"/>
    <w:rsid w:val="00BE050E"/>
    <w:rsid w:val="00BE0BF5"/>
    <w:rsid w:val="00BE1391"/>
    <w:rsid w:val="00BE1ADF"/>
    <w:rsid w:val="00BE1CCD"/>
    <w:rsid w:val="00BE41E2"/>
    <w:rsid w:val="00BE73A3"/>
    <w:rsid w:val="00BE747C"/>
    <w:rsid w:val="00BF02CD"/>
    <w:rsid w:val="00BF0D89"/>
    <w:rsid w:val="00BF2329"/>
    <w:rsid w:val="00BF4048"/>
    <w:rsid w:val="00BF503D"/>
    <w:rsid w:val="00BF50FB"/>
    <w:rsid w:val="00BF5503"/>
    <w:rsid w:val="00BF5795"/>
    <w:rsid w:val="00BF58A9"/>
    <w:rsid w:val="00BF5C75"/>
    <w:rsid w:val="00BF6F3B"/>
    <w:rsid w:val="00BF7027"/>
    <w:rsid w:val="00BF7586"/>
    <w:rsid w:val="00C02FEB"/>
    <w:rsid w:val="00C03C9F"/>
    <w:rsid w:val="00C04E7D"/>
    <w:rsid w:val="00C05A00"/>
    <w:rsid w:val="00C060C6"/>
    <w:rsid w:val="00C06C39"/>
    <w:rsid w:val="00C07A00"/>
    <w:rsid w:val="00C107AA"/>
    <w:rsid w:val="00C111BD"/>
    <w:rsid w:val="00C1386E"/>
    <w:rsid w:val="00C13C50"/>
    <w:rsid w:val="00C14329"/>
    <w:rsid w:val="00C15178"/>
    <w:rsid w:val="00C17045"/>
    <w:rsid w:val="00C1771E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0F1B"/>
    <w:rsid w:val="00C33332"/>
    <w:rsid w:val="00C336A7"/>
    <w:rsid w:val="00C336BD"/>
    <w:rsid w:val="00C346C4"/>
    <w:rsid w:val="00C34BBD"/>
    <w:rsid w:val="00C3604E"/>
    <w:rsid w:val="00C361A5"/>
    <w:rsid w:val="00C36375"/>
    <w:rsid w:val="00C3679D"/>
    <w:rsid w:val="00C36CC1"/>
    <w:rsid w:val="00C37943"/>
    <w:rsid w:val="00C40673"/>
    <w:rsid w:val="00C406DA"/>
    <w:rsid w:val="00C40972"/>
    <w:rsid w:val="00C41409"/>
    <w:rsid w:val="00C41A42"/>
    <w:rsid w:val="00C41B27"/>
    <w:rsid w:val="00C41FC0"/>
    <w:rsid w:val="00C42C12"/>
    <w:rsid w:val="00C43497"/>
    <w:rsid w:val="00C44A96"/>
    <w:rsid w:val="00C458FF"/>
    <w:rsid w:val="00C45D5F"/>
    <w:rsid w:val="00C46A44"/>
    <w:rsid w:val="00C46BCB"/>
    <w:rsid w:val="00C508E6"/>
    <w:rsid w:val="00C51E52"/>
    <w:rsid w:val="00C55063"/>
    <w:rsid w:val="00C56DB8"/>
    <w:rsid w:val="00C57487"/>
    <w:rsid w:val="00C628BF"/>
    <w:rsid w:val="00C62D48"/>
    <w:rsid w:val="00C63260"/>
    <w:rsid w:val="00C646D2"/>
    <w:rsid w:val="00C64889"/>
    <w:rsid w:val="00C6566C"/>
    <w:rsid w:val="00C65ECD"/>
    <w:rsid w:val="00C663AA"/>
    <w:rsid w:val="00C66DB0"/>
    <w:rsid w:val="00C67543"/>
    <w:rsid w:val="00C67714"/>
    <w:rsid w:val="00C67D75"/>
    <w:rsid w:val="00C702B1"/>
    <w:rsid w:val="00C706CC"/>
    <w:rsid w:val="00C70868"/>
    <w:rsid w:val="00C716CD"/>
    <w:rsid w:val="00C71940"/>
    <w:rsid w:val="00C75300"/>
    <w:rsid w:val="00C77600"/>
    <w:rsid w:val="00C80B70"/>
    <w:rsid w:val="00C83067"/>
    <w:rsid w:val="00C830D8"/>
    <w:rsid w:val="00C848E8"/>
    <w:rsid w:val="00C85A13"/>
    <w:rsid w:val="00C863FA"/>
    <w:rsid w:val="00C8741D"/>
    <w:rsid w:val="00C87807"/>
    <w:rsid w:val="00C878ED"/>
    <w:rsid w:val="00C92EEC"/>
    <w:rsid w:val="00C93E10"/>
    <w:rsid w:val="00C94C6E"/>
    <w:rsid w:val="00C95906"/>
    <w:rsid w:val="00CA0941"/>
    <w:rsid w:val="00CA1241"/>
    <w:rsid w:val="00CA1BA4"/>
    <w:rsid w:val="00CA20AA"/>
    <w:rsid w:val="00CA2170"/>
    <w:rsid w:val="00CA2E65"/>
    <w:rsid w:val="00CA36DD"/>
    <w:rsid w:val="00CA39FC"/>
    <w:rsid w:val="00CA43FF"/>
    <w:rsid w:val="00CA52D7"/>
    <w:rsid w:val="00CA7378"/>
    <w:rsid w:val="00CA7B1D"/>
    <w:rsid w:val="00CA7B91"/>
    <w:rsid w:val="00CB11D7"/>
    <w:rsid w:val="00CB1AA7"/>
    <w:rsid w:val="00CB21F1"/>
    <w:rsid w:val="00CB23E5"/>
    <w:rsid w:val="00CB2881"/>
    <w:rsid w:val="00CB2CD6"/>
    <w:rsid w:val="00CB3832"/>
    <w:rsid w:val="00CB3D84"/>
    <w:rsid w:val="00CB527A"/>
    <w:rsid w:val="00CB5471"/>
    <w:rsid w:val="00CB6168"/>
    <w:rsid w:val="00CC07C1"/>
    <w:rsid w:val="00CC1008"/>
    <w:rsid w:val="00CC1595"/>
    <w:rsid w:val="00CC1D45"/>
    <w:rsid w:val="00CC2159"/>
    <w:rsid w:val="00CC3CA0"/>
    <w:rsid w:val="00CD02AB"/>
    <w:rsid w:val="00CD1ECA"/>
    <w:rsid w:val="00CD1FEB"/>
    <w:rsid w:val="00CD43F9"/>
    <w:rsid w:val="00CD4E3A"/>
    <w:rsid w:val="00CD74B8"/>
    <w:rsid w:val="00CE0AE0"/>
    <w:rsid w:val="00CE1452"/>
    <w:rsid w:val="00CE3784"/>
    <w:rsid w:val="00CE3C24"/>
    <w:rsid w:val="00CE429F"/>
    <w:rsid w:val="00CE7A1A"/>
    <w:rsid w:val="00CF08DC"/>
    <w:rsid w:val="00CF2104"/>
    <w:rsid w:val="00CF21AE"/>
    <w:rsid w:val="00CF3159"/>
    <w:rsid w:val="00CF3579"/>
    <w:rsid w:val="00CF3DAC"/>
    <w:rsid w:val="00CF4A84"/>
    <w:rsid w:val="00CF5C22"/>
    <w:rsid w:val="00CF73F3"/>
    <w:rsid w:val="00D00E86"/>
    <w:rsid w:val="00D018A3"/>
    <w:rsid w:val="00D04535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29E"/>
    <w:rsid w:val="00D23F14"/>
    <w:rsid w:val="00D23FD2"/>
    <w:rsid w:val="00D24BA5"/>
    <w:rsid w:val="00D27A85"/>
    <w:rsid w:val="00D309C4"/>
    <w:rsid w:val="00D3209C"/>
    <w:rsid w:val="00D323FE"/>
    <w:rsid w:val="00D34459"/>
    <w:rsid w:val="00D3591A"/>
    <w:rsid w:val="00D3753E"/>
    <w:rsid w:val="00D37EED"/>
    <w:rsid w:val="00D4038F"/>
    <w:rsid w:val="00D40C4F"/>
    <w:rsid w:val="00D40E7E"/>
    <w:rsid w:val="00D418AA"/>
    <w:rsid w:val="00D42DF9"/>
    <w:rsid w:val="00D43379"/>
    <w:rsid w:val="00D43C61"/>
    <w:rsid w:val="00D4499E"/>
    <w:rsid w:val="00D44AC7"/>
    <w:rsid w:val="00D45E92"/>
    <w:rsid w:val="00D46D67"/>
    <w:rsid w:val="00D4769E"/>
    <w:rsid w:val="00D4789F"/>
    <w:rsid w:val="00D53C03"/>
    <w:rsid w:val="00D54555"/>
    <w:rsid w:val="00D5762E"/>
    <w:rsid w:val="00D57E62"/>
    <w:rsid w:val="00D60314"/>
    <w:rsid w:val="00D60635"/>
    <w:rsid w:val="00D60935"/>
    <w:rsid w:val="00D60F4C"/>
    <w:rsid w:val="00D6147C"/>
    <w:rsid w:val="00D61C3D"/>
    <w:rsid w:val="00D63FCE"/>
    <w:rsid w:val="00D64C3D"/>
    <w:rsid w:val="00D67432"/>
    <w:rsid w:val="00D70586"/>
    <w:rsid w:val="00D743F9"/>
    <w:rsid w:val="00D75292"/>
    <w:rsid w:val="00D760E8"/>
    <w:rsid w:val="00D8038F"/>
    <w:rsid w:val="00D819D3"/>
    <w:rsid w:val="00D824ED"/>
    <w:rsid w:val="00D84146"/>
    <w:rsid w:val="00D84178"/>
    <w:rsid w:val="00D847AD"/>
    <w:rsid w:val="00D861B6"/>
    <w:rsid w:val="00D87F1C"/>
    <w:rsid w:val="00D901EF"/>
    <w:rsid w:val="00D91275"/>
    <w:rsid w:val="00D91AF2"/>
    <w:rsid w:val="00D91FAA"/>
    <w:rsid w:val="00D92393"/>
    <w:rsid w:val="00D928EE"/>
    <w:rsid w:val="00D9404E"/>
    <w:rsid w:val="00D94B3B"/>
    <w:rsid w:val="00D954A7"/>
    <w:rsid w:val="00D95594"/>
    <w:rsid w:val="00D96136"/>
    <w:rsid w:val="00D961E0"/>
    <w:rsid w:val="00D96A1D"/>
    <w:rsid w:val="00D96C1A"/>
    <w:rsid w:val="00D97267"/>
    <w:rsid w:val="00D9727C"/>
    <w:rsid w:val="00D9770D"/>
    <w:rsid w:val="00DA10FC"/>
    <w:rsid w:val="00DA128C"/>
    <w:rsid w:val="00DA1533"/>
    <w:rsid w:val="00DA3741"/>
    <w:rsid w:val="00DA3D4F"/>
    <w:rsid w:val="00DA41A9"/>
    <w:rsid w:val="00DA487B"/>
    <w:rsid w:val="00DA4994"/>
    <w:rsid w:val="00DA5B75"/>
    <w:rsid w:val="00DA7B5C"/>
    <w:rsid w:val="00DB0257"/>
    <w:rsid w:val="00DB0B90"/>
    <w:rsid w:val="00DB0D77"/>
    <w:rsid w:val="00DB0EF7"/>
    <w:rsid w:val="00DB191A"/>
    <w:rsid w:val="00DB1BD0"/>
    <w:rsid w:val="00DB26E3"/>
    <w:rsid w:val="00DB282B"/>
    <w:rsid w:val="00DB4EA4"/>
    <w:rsid w:val="00DB6A5B"/>
    <w:rsid w:val="00DB71F3"/>
    <w:rsid w:val="00DB7CE5"/>
    <w:rsid w:val="00DC0244"/>
    <w:rsid w:val="00DC16C3"/>
    <w:rsid w:val="00DC4983"/>
    <w:rsid w:val="00DC4F81"/>
    <w:rsid w:val="00DC5CB6"/>
    <w:rsid w:val="00DC6701"/>
    <w:rsid w:val="00DC74A5"/>
    <w:rsid w:val="00DD00AF"/>
    <w:rsid w:val="00DD0AEF"/>
    <w:rsid w:val="00DD0F54"/>
    <w:rsid w:val="00DD2CBF"/>
    <w:rsid w:val="00DD3649"/>
    <w:rsid w:val="00DD3F45"/>
    <w:rsid w:val="00DD4412"/>
    <w:rsid w:val="00DD4A62"/>
    <w:rsid w:val="00DD662D"/>
    <w:rsid w:val="00DD7AA0"/>
    <w:rsid w:val="00DE0389"/>
    <w:rsid w:val="00DE22BA"/>
    <w:rsid w:val="00DE2DFB"/>
    <w:rsid w:val="00DE49AA"/>
    <w:rsid w:val="00DE6F49"/>
    <w:rsid w:val="00DE7567"/>
    <w:rsid w:val="00DF07BF"/>
    <w:rsid w:val="00DF2150"/>
    <w:rsid w:val="00DF362B"/>
    <w:rsid w:val="00DF54CB"/>
    <w:rsid w:val="00DF5AA0"/>
    <w:rsid w:val="00DF5CFC"/>
    <w:rsid w:val="00DF63A2"/>
    <w:rsid w:val="00DF6474"/>
    <w:rsid w:val="00DF6624"/>
    <w:rsid w:val="00DF735F"/>
    <w:rsid w:val="00E0041C"/>
    <w:rsid w:val="00E01368"/>
    <w:rsid w:val="00E01EB7"/>
    <w:rsid w:val="00E05965"/>
    <w:rsid w:val="00E0699F"/>
    <w:rsid w:val="00E07BD8"/>
    <w:rsid w:val="00E07F8C"/>
    <w:rsid w:val="00E10D13"/>
    <w:rsid w:val="00E13B4A"/>
    <w:rsid w:val="00E14801"/>
    <w:rsid w:val="00E15B4D"/>
    <w:rsid w:val="00E169B3"/>
    <w:rsid w:val="00E179F1"/>
    <w:rsid w:val="00E2020D"/>
    <w:rsid w:val="00E2070C"/>
    <w:rsid w:val="00E220EE"/>
    <w:rsid w:val="00E2434F"/>
    <w:rsid w:val="00E244F1"/>
    <w:rsid w:val="00E26384"/>
    <w:rsid w:val="00E2656E"/>
    <w:rsid w:val="00E27D54"/>
    <w:rsid w:val="00E27EBF"/>
    <w:rsid w:val="00E3223B"/>
    <w:rsid w:val="00E32456"/>
    <w:rsid w:val="00E32C97"/>
    <w:rsid w:val="00E3439B"/>
    <w:rsid w:val="00E356AC"/>
    <w:rsid w:val="00E35F99"/>
    <w:rsid w:val="00E36B62"/>
    <w:rsid w:val="00E37606"/>
    <w:rsid w:val="00E37950"/>
    <w:rsid w:val="00E40D18"/>
    <w:rsid w:val="00E41FA1"/>
    <w:rsid w:val="00E437F7"/>
    <w:rsid w:val="00E44002"/>
    <w:rsid w:val="00E450E6"/>
    <w:rsid w:val="00E4514F"/>
    <w:rsid w:val="00E45219"/>
    <w:rsid w:val="00E458FB"/>
    <w:rsid w:val="00E45E1B"/>
    <w:rsid w:val="00E45F52"/>
    <w:rsid w:val="00E473F3"/>
    <w:rsid w:val="00E503E9"/>
    <w:rsid w:val="00E5188E"/>
    <w:rsid w:val="00E51957"/>
    <w:rsid w:val="00E5509A"/>
    <w:rsid w:val="00E555A3"/>
    <w:rsid w:val="00E5616C"/>
    <w:rsid w:val="00E5671C"/>
    <w:rsid w:val="00E575BD"/>
    <w:rsid w:val="00E603EF"/>
    <w:rsid w:val="00E60D92"/>
    <w:rsid w:val="00E61A10"/>
    <w:rsid w:val="00E63056"/>
    <w:rsid w:val="00E63A1E"/>
    <w:rsid w:val="00E655B2"/>
    <w:rsid w:val="00E65E58"/>
    <w:rsid w:val="00E669FA"/>
    <w:rsid w:val="00E7026B"/>
    <w:rsid w:val="00E705CA"/>
    <w:rsid w:val="00E71839"/>
    <w:rsid w:val="00E71C7D"/>
    <w:rsid w:val="00E71C9D"/>
    <w:rsid w:val="00E7257D"/>
    <w:rsid w:val="00E733D1"/>
    <w:rsid w:val="00E755AC"/>
    <w:rsid w:val="00E76183"/>
    <w:rsid w:val="00E765BE"/>
    <w:rsid w:val="00E76A39"/>
    <w:rsid w:val="00E76B8B"/>
    <w:rsid w:val="00E777BF"/>
    <w:rsid w:val="00E77954"/>
    <w:rsid w:val="00E81394"/>
    <w:rsid w:val="00E81D0E"/>
    <w:rsid w:val="00E820DB"/>
    <w:rsid w:val="00E821DF"/>
    <w:rsid w:val="00E8253D"/>
    <w:rsid w:val="00E8281E"/>
    <w:rsid w:val="00E83AA6"/>
    <w:rsid w:val="00E83CE7"/>
    <w:rsid w:val="00E84205"/>
    <w:rsid w:val="00E8513F"/>
    <w:rsid w:val="00E85BEB"/>
    <w:rsid w:val="00E86904"/>
    <w:rsid w:val="00E869A6"/>
    <w:rsid w:val="00E87460"/>
    <w:rsid w:val="00E90F03"/>
    <w:rsid w:val="00E91D1F"/>
    <w:rsid w:val="00E946D6"/>
    <w:rsid w:val="00E9699A"/>
    <w:rsid w:val="00EA0453"/>
    <w:rsid w:val="00EA0A74"/>
    <w:rsid w:val="00EA0AD7"/>
    <w:rsid w:val="00EA2096"/>
    <w:rsid w:val="00EA3C1A"/>
    <w:rsid w:val="00EA3D75"/>
    <w:rsid w:val="00EA41F7"/>
    <w:rsid w:val="00EA4594"/>
    <w:rsid w:val="00EA7D84"/>
    <w:rsid w:val="00EB279B"/>
    <w:rsid w:val="00EB27F9"/>
    <w:rsid w:val="00EB4419"/>
    <w:rsid w:val="00EB5252"/>
    <w:rsid w:val="00EC0D16"/>
    <w:rsid w:val="00EC35D4"/>
    <w:rsid w:val="00EC367A"/>
    <w:rsid w:val="00EC3D73"/>
    <w:rsid w:val="00EC45A1"/>
    <w:rsid w:val="00EC48AF"/>
    <w:rsid w:val="00EC7935"/>
    <w:rsid w:val="00ED1EAD"/>
    <w:rsid w:val="00ED339B"/>
    <w:rsid w:val="00ED43CE"/>
    <w:rsid w:val="00EE08DC"/>
    <w:rsid w:val="00EE0F84"/>
    <w:rsid w:val="00EE192E"/>
    <w:rsid w:val="00EE3796"/>
    <w:rsid w:val="00EE644A"/>
    <w:rsid w:val="00EE704A"/>
    <w:rsid w:val="00EF04C4"/>
    <w:rsid w:val="00EF2610"/>
    <w:rsid w:val="00EF2C17"/>
    <w:rsid w:val="00EF307D"/>
    <w:rsid w:val="00EF3712"/>
    <w:rsid w:val="00EF388D"/>
    <w:rsid w:val="00EF4453"/>
    <w:rsid w:val="00F00297"/>
    <w:rsid w:val="00F0047C"/>
    <w:rsid w:val="00F01859"/>
    <w:rsid w:val="00F02713"/>
    <w:rsid w:val="00F0339F"/>
    <w:rsid w:val="00F05147"/>
    <w:rsid w:val="00F05445"/>
    <w:rsid w:val="00F061C5"/>
    <w:rsid w:val="00F07758"/>
    <w:rsid w:val="00F1077D"/>
    <w:rsid w:val="00F10E8C"/>
    <w:rsid w:val="00F11499"/>
    <w:rsid w:val="00F1157F"/>
    <w:rsid w:val="00F11725"/>
    <w:rsid w:val="00F1245C"/>
    <w:rsid w:val="00F1386A"/>
    <w:rsid w:val="00F1408B"/>
    <w:rsid w:val="00F1746F"/>
    <w:rsid w:val="00F17A5D"/>
    <w:rsid w:val="00F2074D"/>
    <w:rsid w:val="00F21046"/>
    <w:rsid w:val="00F2213F"/>
    <w:rsid w:val="00F22BB4"/>
    <w:rsid w:val="00F249A1"/>
    <w:rsid w:val="00F250B3"/>
    <w:rsid w:val="00F2583B"/>
    <w:rsid w:val="00F26C91"/>
    <w:rsid w:val="00F26CCA"/>
    <w:rsid w:val="00F30004"/>
    <w:rsid w:val="00F32A03"/>
    <w:rsid w:val="00F33481"/>
    <w:rsid w:val="00F339CF"/>
    <w:rsid w:val="00F34939"/>
    <w:rsid w:val="00F36446"/>
    <w:rsid w:val="00F365AD"/>
    <w:rsid w:val="00F37D1A"/>
    <w:rsid w:val="00F40F9A"/>
    <w:rsid w:val="00F415EE"/>
    <w:rsid w:val="00F41A59"/>
    <w:rsid w:val="00F43588"/>
    <w:rsid w:val="00F43CA0"/>
    <w:rsid w:val="00F43F86"/>
    <w:rsid w:val="00F4410D"/>
    <w:rsid w:val="00F45657"/>
    <w:rsid w:val="00F45BA7"/>
    <w:rsid w:val="00F45BEB"/>
    <w:rsid w:val="00F475BB"/>
    <w:rsid w:val="00F514B1"/>
    <w:rsid w:val="00F52D07"/>
    <w:rsid w:val="00F5391A"/>
    <w:rsid w:val="00F53B9B"/>
    <w:rsid w:val="00F53C6D"/>
    <w:rsid w:val="00F55F96"/>
    <w:rsid w:val="00F560A9"/>
    <w:rsid w:val="00F60590"/>
    <w:rsid w:val="00F607B4"/>
    <w:rsid w:val="00F63EEC"/>
    <w:rsid w:val="00F65550"/>
    <w:rsid w:val="00F65651"/>
    <w:rsid w:val="00F65905"/>
    <w:rsid w:val="00F66F8A"/>
    <w:rsid w:val="00F6745F"/>
    <w:rsid w:val="00F67E0D"/>
    <w:rsid w:val="00F703B7"/>
    <w:rsid w:val="00F70C6D"/>
    <w:rsid w:val="00F714DF"/>
    <w:rsid w:val="00F715C3"/>
    <w:rsid w:val="00F73359"/>
    <w:rsid w:val="00F743EA"/>
    <w:rsid w:val="00F74993"/>
    <w:rsid w:val="00F75A57"/>
    <w:rsid w:val="00F75D4E"/>
    <w:rsid w:val="00F75FAD"/>
    <w:rsid w:val="00F768B3"/>
    <w:rsid w:val="00F76EE2"/>
    <w:rsid w:val="00F77587"/>
    <w:rsid w:val="00F80181"/>
    <w:rsid w:val="00F80954"/>
    <w:rsid w:val="00F84050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7C4E"/>
    <w:rsid w:val="00FA04FC"/>
    <w:rsid w:val="00FA0DFF"/>
    <w:rsid w:val="00FA1FE6"/>
    <w:rsid w:val="00FA2DC0"/>
    <w:rsid w:val="00FA6A00"/>
    <w:rsid w:val="00FA7070"/>
    <w:rsid w:val="00FA7DAC"/>
    <w:rsid w:val="00FB1744"/>
    <w:rsid w:val="00FB1E49"/>
    <w:rsid w:val="00FB4BAA"/>
    <w:rsid w:val="00FC02D3"/>
    <w:rsid w:val="00FC0457"/>
    <w:rsid w:val="00FC2613"/>
    <w:rsid w:val="00FC337F"/>
    <w:rsid w:val="00FC45EE"/>
    <w:rsid w:val="00FC49BB"/>
    <w:rsid w:val="00FC5A26"/>
    <w:rsid w:val="00FC5A2F"/>
    <w:rsid w:val="00FD1696"/>
    <w:rsid w:val="00FD1B18"/>
    <w:rsid w:val="00FD22EE"/>
    <w:rsid w:val="00FD40A9"/>
    <w:rsid w:val="00FD43F9"/>
    <w:rsid w:val="00FD4AEE"/>
    <w:rsid w:val="00FD66D9"/>
    <w:rsid w:val="00FD79DA"/>
    <w:rsid w:val="00FD7DC0"/>
    <w:rsid w:val="00FE129C"/>
    <w:rsid w:val="00FE168A"/>
    <w:rsid w:val="00FE2E0F"/>
    <w:rsid w:val="00FE7757"/>
    <w:rsid w:val="00FE776D"/>
    <w:rsid w:val="00FE7CFC"/>
    <w:rsid w:val="00FF0597"/>
    <w:rsid w:val="00FF1C0A"/>
    <w:rsid w:val="00FF2820"/>
    <w:rsid w:val="00FF43BD"/>
    <w:rsid w:val="00FF4CF9"/>
    <w:rsid w:val="00FF5347"/>
    <w:rsid w:val="00FF61D6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9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  <w:style w:type="paragraph" w:styleId="affb">
    <w:name w:val="List Paragraph"/>
    <w:basedOn w:val="a"/>
    <w:uiPriority w:val="34"/>
    <w:qFormat/>
    <w:rsid w:val="000129A8"/>
    <w:pPr>
      <w:ind w:left="720"/>
      <w:contextualSpacing/>
    </w:pPr>
  </w:style>
  <w:style w:type="character" w:customStyle="1" w:styleId="apple-converted-space">
    <w:name w:val="apple-converted-space"/>
    <w:basedOn w:val="a0"/>
    <w:rsid w:val="002E65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4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6D67F-C5D5-431C-9F54-B96513EB9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1</TotalTime>
  <Pages>3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ES\e.efimova (WST-KIR-167)</cp:lastModifiedBy>
  <cp:revision>3</cp:revision>
  <cp:lastPrinted>2017-10-23T11:56:00Z</cp:lastPrinted>
  <dcterms:created xsi:type="dcterms:W3CDTF">2017-10-23T07:49:00Z</dcterms:created>
  <dcterms:modified xsi:type="dcterms:W3CDTF">2017-10-23T11:56:00Z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